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031F4A" w:rsidRPr="001B7DBD" w14:paraId="1B24DD81" w14:textId="77777777" w:rsidTr="00C0578D">
        <w:trPr>
          <w:trHeight w:val="110"/>
        </w:trPr>
        <w:tc>
          <w:tcPr>
            <w:tcW w:w="1711" w:type="dxa"/>
            <w:shd w:val="pct30" w:color="auto" w:fill="auto"/>
          </w:tcPr>
          <w:p w14:paraId="44AC256F" w14:textId="5C6DA79D" w:rsidR="00031F4A" w:rsidRPr="001B7DBD" w:rsidRDefault="00031F4A" w:rsidP="00C0578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FF001F" w14:paraId="056B2331" w14:textId="77777777" w:rsidTr="007D4415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C459B7F" w14:textId="77777777" w:rsidR="00FF001F" w:rsidRDefault="00FF001F" w:rsidP="007D4415">
            <w:pPr>
              <w:tabs>
                <w:tab w:val="left" w:pos="3675"/>
              </w:tabs>
              <w:jc w:val="both"/>
              <w:rPr>
                <w:rFonts w:cs="Calibri"/>
                <w:color w:val="000000"/>
              </w:rPr>
            </w:pPr>
          </w:p>
        </w:tc>
      </w:tr>
      <w:tr w:rsidR="00FF001F" w14:paraId="64107747" w14:textId="77777777" w:rsidTr="007D4415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A31D049" w14:textId="749C96FA" w:rsidR="00FF001F" w:rsidRPr="00FF001F" w:rsidRDefault="00FF001F" w:rsidP="007D4415">
            <w:pPr>
              <w:tabs>
                <w:tab w:val="left" w:pos="367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F00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Pieczęć / imię i nazwisko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F00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F00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i adres Wykonawcy</w:t>
            </w:r>
          </w:p>
        </w:tc>
      </w:tr>
    </w:tbl>
    <w:p w14:paraId="453BFBCC" w14:textId="77777777" w:rsidR="00FF001F" w:rsidRPr="00875FB6" w:rsidRDefault="00FF001F" w:rsidP="006C5656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575E6413" w14:textId="0E673A52" w:rsidR="00DF7499" w:rsidRDefault="006C5656" w:rsidP="00757087">
      <w:pPr>
        <w:pStyle w:val="Nagwek1"/>
        <w:jc w:val="center"/>
        <w:rPr>
          <w:rStyle w:val="Pogrubienie"/>
          <w:rFonts w:asciiTheme="minorHAnsi" w:hAnsiTheme="minorHAnsi" w:cstheme="minorHAnsi"/>
          <w:b/>
          <w:bCs w:val="0"/>
          <w:sz w:val="32"/>
          <w:szCs w:val="40"/>
        </w:rPr>
      </w:pPr>
      <w:bookmarkStart w:id="0" w:name="_Toc29484155"/>
      <w:bookmarkStart w:id="1" w:name="_Toc70426989"/>
      <w:r w:rsidRPr="00FF001F">
        <w:rPr>
          <w:rStyle w:val="Pogrubienie"/>
          <w:rFonts w:asciiTheme="minorHAnsi" w:hAnsiTheme="minorHAnsi" w:cstheme="minorHAnsi"/>
          <w:b/>
          <w:bCs w:val="0"/>
          <w:sz w:val="32"/>
          <w:szCs w:val="40"/>
        </w:rPr>
        <w:t>Formularz oferty</w:t>
      </w:r>
      <w:bookmarkEnd w:id="0"/>
      <w:bookmarkEnd w:id="1"/>
    </w:p>
    <w:p w14:paraId="762C97A1" w14:textId="77777777" w:rsidR="00757087" w:rsidRPr="00757087" w:rsidRDefault="00757087" w:rsidP="00757087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415"/>
      </w:tblGrid>
      <w:tr w:rsidR="00DF7499" w14:paraId="5B999ECA" w14:textId="77777777" w:rsidTr="00E67CE3">
        <w:trPr>
          <w:trHeight w:val="403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3B7F90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dotyczące Wykonawcy:</w:t>
            </w:r>
          </w:p>
        </w:tc>
      </w:tr>
      <w:tr w:rsidR="00DF7499" w14:paraId="68F98E43" w14:textId="77777777" w:rsidTr="00E67CE3">
        <w:trPr>
          <w:trHeight w:val="49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7F4E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B34B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B99799" w14:textId="77777777" w:rsidR="00E67CE3" w:rsidRPr="00F1507C" w:rsidRDefault="00E67CE3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499" w14:paraId="1DB53508" w14:textId="77777777" w:rsidTr="00E67CE3">
        <w:trPr>
          <w:trHeight w:val="55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9DB2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Imię, nazwisko osoby (osób) upoważnionych do podpisania umowy: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F023" w14:textId="77777777" w:rsidR="00E67CE3" w:rsidRPr="00F1507C" w:rsidRDefault="00E67CE3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5812A" w14:textId="4FF02D4E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70F90EAF" w14:textId="53127139" w:rsidR="00DF7499" w:rsidRPr="00F1507C" w:rsidRDefault="00DF7499" w:rsidP="007D441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Osoba posiada kwalifikowany podpis elektroniczny   </w:t>
            </w:r>
            <w:r w:rsidR="00F446F6"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>T</w:t>
            </w:r>
            <w:r w:rsidR="00E67CE3"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AK </w:t>
            </w:r>
            <w:r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>/</w:t>
            </w:r>
            <w:r w:rsidR="00E67CE3"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F1507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NIE </w:t>
            </w:r>
            <w:r w:rsidRPr="00F1507C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*)</w:t>
            </w:r>
          </w:p>
        </w:tc>
      </w:tr>
      <w:tr w:rsidR="00DF7499" w14:paraId="69313DE1" w14:textId="77777777" w:rsidTr="00E67CE3">
        <w:trPr>
          <w:trHeight w:val="46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2549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Numer telefonu: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2FE5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499" w14:paraId="5699115A" w14:textId="77777777" w:rsidTr="00E67CE3">
        <w:trPr>
          <w:trHeight w:val="37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CAD7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Numer REGON: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555F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499" w14:paraId="180716B8" w14:textId="77777777" w:rsidTr="00E67CE3">
        <w:trPr>
          <w:trHeight w:val="41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7C7E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Numer NIP: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BC9A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7499" w14:paraId="789EC5A1" w14:textId="77777777" w:rsidTr="00E67CE3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6237" w14:textId="77777777" w:rsidR="00DF7499" w:rsidRPr="00F1507C" w:rsidRDefault="00DF7499" w:rsidP="007D44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07C">
              <w:rPr>
                <w:rFonts w:asciiTheme="minorHAnsi" w:hAnsiTheme="minorHAnsi" w:cstheme="minorHAnsi"/>
                <w:sz w:val="22"/>
                <w:szCs w:val="22"/>
              </w:rPr>
              <w:t>Adres kontaktowy e-mail: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BBDB" w14:textId="77777777" w:rsidR="00DF7499" w:rsidRPr="00F1507C" w:rsidRDefault="00DF7499" w:rsidP="007D44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5110E2" w14:textId="6C37DDE5" w:rsidR="00E67CE3" w:rsidRDefault="00E67CE3" w:rsidP="00E67CE3">
      <w:pPr>
        <w:pStyle w:val="Tekstpodstawowy21"/>
        <w:spacing w:after="60"/>
        <w:jc w:val="center"/>
        <w:rPr>
          <w:rFonts w:ascii="Calibri" w:hAnsi="Calibri"/>
          <w:b w:val="0"/>
          <w:i/>
          <w:sz w:val="22"/>
          <w:szCs w:val="22"/>
        </w:rPr>
      </w:pPr>
      <w:r w:rsidRPr="00E67CE3">
        <w:rPr>
          <w:rFonts w:ascii="Calibri" w:hAnsi="Calibri"/>
          <w:sz w:val="20"/>
          <w:szCs w:val="20"/>
          <w:vertAlign w:val="superscript"/>
        </w:rPr>
        <w:t>*)</w:t>
      </w:r>
      <w:r>
        <w:rPr>
          <w:rFonts w:ascii="Calibri" w:hAnsi="Calibri"/>
          <w:sz w:val="20"/>
          <w:szCs w:val="20"/>
          <w:vertAlign w:val="superscript"/>
        </w:rPr>
        <w:t xml:space="preserve"> </w:t>
      </w:r>
      <w:r w:rsidRPr="00E67CE3">
        <w:rPr>
          <w:rFonts w:ascii="Calibri" w:hAnsi="Calibri"/>
          <w:b w:val="0"/>
          <w:i/>
          <w:sz w:val="20"/>
          <w:szCs w:val="20"/>
        </w:rPr>
        <w:t>W przypadku posiadania kwalifikowanego podpisu elektronicznego umowa będzie przygotowana w wersji elektronicznej i przekazana będzie na adres e-mail wskazany w ofercie</w:t>
      </w:r>
      <w:r>
        <w:rPr>
          <w:rFonts w:ascii="Calibri" w:hAnsi="Calibri"/>
          <w:b w:val="0"/>
          <w:i/>
          <w:sz w:val="22"/>
          <w:szCs w:val="22"/>
        </w:rPr>
        <w:t>.</w:t>
      </w:r>
    </w:p>
    <w:p w14:paraId="2B7B3EB4" w14:textId="77777777" w:rsidR="00DF7499" w:rsidRDefault="00DF7499" w:rsidP="00DF7499"/>
    <w:p w14:paraId="2066DBC3" w14:textId="70CA56AA" w:rsidR="0025346E" w:rsidRDefault="00875FB6" w:rsidP="001D3D3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1D3D3F">
        <w:rPr>
          <w:rFonts w:asciiTheme="minorHAnsi" w:hAnsiTheme="minorHAnsi" w:cstheme="minorHAnsi"/>
          <w:sz w:val="22"/>
          <w:szCs w:val="22"/>
        </w:rPr>
        <w:t>odpowiedzi na zapytanie ofertowe</w:t>
      </w:r>
      <w:r w:rsidR="001D3D3F" w:rsidRPr="001D3D3F">
        <w:rPr>
          <w:rFonts w:asciiTheme="minorHAnsi" w:hAnsiTheme="minorHAnsi" w:cstheme="minorHAnsi"/>
          <w:sz w:val="22"/>
          <w:szCs w:val="22"/>
        </w:rPr>
        <w:t xml:space="preserve">, </w:t>
      </w:r>
      <w:r w:rsidRPr="001D3D3F">
        <w:rPr>
          <w:rFonts w:asciiTheme="minorHAnsi" w:hAnsiTheme="minorHAnsi" w:cstheme="minorHAnsi"/>
          <w:sz w:val="22"/>
          <w:szCs w:val="22"/>
        </w:rPr>
        <w:t xml:space="preserve">ogłoszone w trybie zasady konkurencyjności, którego przedmiotem jest </w:t>
      </w:r>
      <w:r w:rsidR="00031F4A" w:rsidRPr="001D3D3F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031F4A" w:rsidRPr="001D3D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dostawa w formie leasingu </w:t>
      </w:r>
      <w:r w:rsidR="00B83B58" w:rsidRPr="001D3D3F">
        <w:rPr>
          <w:rFonts w:asciiTheme="minorHAnsi" w:hAnsiTheme="minorHAnsi" w:cstheme="minorHAnsi"/>
          <w:b/>
          <w:bCs/>
          <w:iCs/>
          <w:sz w:val="22"/>
          <w:szCs w:val="22"/>
        </w:rPr>
        <w:t>operacyjnego</w:t>
      </w:r>
      <w:r w:rsidR="00031F4A" w:rsidRPr="001D3D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nowego samochodu osobowego</w:t>
      </w:r>
      <w:r w:rsidR="00B96353" w:rsidRPr="001D3D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B96353" w:rsidRPr="001D3D3F">
        <w:rPr>
          <w:rFonts w:asciiTheme="minorHAnsi" w:hAnsiTheme="minorHAnsi" w:cstheme="minorHAnsi"/>
          <w:b/>
          <w:bCs/>
          <w:sz w:val="22"/>
          <w:szCs w:val="22"/>
        </w:rPr>
        <w:t>z opcją wykupu</w:t>
      </w:r>
      <w:r w:rsidR="00031F4A" w:rsidRPr="001D3D3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C5656" w:rsidRPr="001D3D3F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1D3D3F" w:rsidRPr="001D3D3F">
        <w:rPr>
          <w:rFonts w:asciiTheme="minorHAnsi" w:hAnsiTheme="minorHAnsi" w:cstheme="minorHAnsi"/>
          <w:b/>
          <w:bCs/>
          <w:sz w:val="22"/>
          <w:szCs w:val="22"/>
        </w:rPr>
        <w:t>„Wspieramy - pomagamy - działamy - wsparcie usług opiekuńczych na terenie subregionu północnego województwa opolskiego”</w:t>
      </w:r>
      <w:r w:rsidR="001D3D3F" w:rsidRPr="001D3D3F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  <w:r w:rsidR="00E67CE3">
        <w:rPr>
          <w:rFonts w:asciiTheme="minorHAnsi" w:hAnsiTheme="minorHAnsi" w:cstheme="minorHAnsi"/>
          <w:sz w:val="22"/>
          <w:szCs w:val="22"/>
        </w:rPr>
        <w:t>:</w:t>
      </w:r>
    </w:p>
    <w:p w14:paraId="7C38FE5B" w14:textId="77777777" w:rsidR="00B83B58" w:rsidRDefault="00B83B58" w:rsidP="006C5656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71E5F0" w14:textId="45F67455" w:rsidR="00B83B58" w:rsidRPr="001369DC" w:rsidRDefault="00A90679">
      <w:pPr>
        <w:pStyle w:val="Akapitzlist"/>
        <w:numPr>
          <w:ilvl w:val="0"/>
          <w:numId w:val="6"/>
        </w:numPr>
        <w:jc w:val="both"/>
        <w:rPr>
          <w:rFonts w:asciiTheme="minorHAnsi" w:eastAsia="Calibri" w:hAnsiTheme="minorHAnsi" w:cstheme="minorHAnsi"/>
          <w:b/>
        </w:rPr>
      </w:pPr>
      <w:r w:rsidRPr="00B83B58">
        <w:rPr>
          <w:rFonts w:asciiTheme="minorHAnsi" w:eastAsia="Calibri" w:hAnsiTheme="minorHAnsi" w:cstheme="minorHAnsi"/>
          <w:b/>
        </w:rPr>
        <w:t xml:space="preserve">SKŁADAM OFERTĘ na realizację przedmiotu zamówienia w zakresie określonym </w:t>
      </w:r>
      <w:r w:rsidRPr="00B83B58">
        <w:rPr>
          <w:rFonts w:asciiTheme="minorHAnsi" w:eastAsia="Calibri" w:hAnsiTheme="minorHAnsi" w:cstheme="minorHAnsi"/>
          <w:b/>
        </w:rPr>
        <w:br/>
        <w:t>w Zapytaniu ofertowym, na następujących warunkach:</w:t>
      </w:r>
    </w:p>
    <w:p w14:paraId="28C53EEA" w14:textId="3182D1F6" w:rsidR="00A90679" w:rsidRPr="006C5656" w:rsidRDefault="00A90679" w:rsidP="00A90679">
      <w:pPr>
        <w:spacing w:after="200" w:line="280" w:lineRule="exact"/>
        <w:ind w:left="360"/>
        <w:contextualSpacing/>
        <w:jc w:val="both"/>
        <w:rPr>
          <w:rFonts w:asciiTheme="minorHAnsi" w:eastAsia="Calibri" w:hAnsiTheme="minorHAnsi" w:cstheme="minorHAnsi"/>
          <w:b/>
        </w:rPr>
      </w:pPr>
      <w:r w:rsidRPr="006C5656">
        <w:rPr>
          <w:rFonts w:asciiTheme="minorHAnsi" w:eastAsia="Calibri" w:hAnsiTheme="minorHAnsi" w:cstheme="minorHAnsi"/>
          <w:b/>
        </w:rPr>
        <w:t xml:space="preserve">CENA OFERTY BRUTTO za realizację całego zamówienia wynosi: </w:t>
      </w:r>
      <w:r w:rsidRPr="006C5656">
        <w:rPr>
          <w:rFonts w:asciiTheme="minorHAnsi" w:eastAsia="BookmanOldStyle" w:hAnsiTheme="minorHAnsi" w:cstheme="minorHAnsi"/>
          <w:b/>
        </w:rPr>
        <w:t>………………….………..... z</w:t>
      </w:r>
      <w:r w:rsidRPr="006C5656">
        <w:rPr>
          <w:rFonts w:asciiTheme="minorHAnsi" w:eastAsia="Calibri" w:hAnsiTheme="minorHAnsi" w:cstheme="minorHAnsi"/>
          <w:b/>
        </w:rPr>
        <w:t>ł brutto, słownie: …………………………………………………………………………………………………………….</w:t>
      </w:r>
    </w:p>
    <w:p w14:paraId="1DDB8B99" w14:textId="7347A16B" w:rsidR="007B6AC9" w:rsidRDefault="00A90679" w:rsidP="00047C56">
      <w:pPr>
        <w:spacing w:after="200" w:line="280" w:lineRule="exact"/>
        <w:ind w:left="360"/>
        <w:contextualSpacing/>
        <w:jc w:val="both"/>
        <w:rPr>
          <w:rFonts w:asciiTheme="minorHAnsi" w:eastAsia="Calibri" w:hAnsiTheme="minorHAnsi" w:cstheme="minorHAnsi"/>
          <w:b/>
        </w:rPr>
      </w:pPr>
      <w:r w:rsidRPr="006C5656">
        <w:rPr>
          <w:rFonts w:asciiTheme="minorHAnsi" w:eastAsia="Calibri" w:hAnsiTheme="minorHAnsi" w:cstheme="minorHAnsi"/>
          <w:b/>
        </w:rPr>
        <w:t>……………………………………………</w:t>
      </w:r>
      <w:r w:rsidRPr="006C5656">
        <w:rPr>
          <w:rFonts w:asciiTheme="minorHAnsi" w:eastAsia="BookmanOldStyle" w:hAnsiTheme="minorHAnsi" w:cstheme="minorHAnsi"/>
          <w:b/>
        </w:rPr>
        <w:t>..........................................................................................</w:t>
      </w:r>
      <w:r w:rsidRPr="006C5656">
        <w:rPr>
          <w:rFonts w:asciiTheme="minorHAnsi" w:eastAsia="Calibri" w:hAnsiTheme="minorHAnsi" w:cstheme="minorHAnsi"/>
          <w:b/>
        </w:rPr>
        <w:t xml:space="preserve">(cena netto: </w:t>
      </w:r>
      <w:r w:rsidRPr="006C5656">
        <w:rPr>
          <w:rFonts w:asciiTheme="minorHAnsi" w:eastAsia="BookmanOldStyle" w:hAnsiTheme="minorHAnsi" w:cstheme="minorHAnsi"/>
          <w:b/>
        </w:rPr>
        <w:t>……………………….………..……</w:t>
      </w:r>
      <w:r>
        <w:rPr>
          <w:rFonts w:asciiTheme="minorHAnsi" w:eastAsia="BookmanOldStyle" w:hAnsiTheme="minorHAnsi" w:cstheme="minorHAnsi"/>
          <w:b/>
        </w:rPr>
        <w:t>…………</w:t>
      </w:r>
      <w:r w:rsidRPr="006C5656">
        <w:rPr>
          <w:rFonts w:asciiTheme="minorHAnsi" w:eastAsia="BookmanOldStyle" w:hAnsiTheme="minorHAnsi" w:cstheme="minorHAnsi"/>
          <w:b/>
        </w:rPr>
        <w:t>..</w:t>
      </w:r>
      <w:r w:rsidRPr="006C5656">
        <w:rPr>
          <w:rFonts w:asciiTheme="minorHAnsi" w:eastAsia="Calibri" w:hAnsiTheme="minorHAnsi" w:cstheme="minorHAnsi"/>
          <w:b/>
        </w:rPr>
        <w:t xml:space="preserve">, stawka VAT: </w:t>
      </w:r>
      <w:r w:rsidRPr="006C5656">
        <w:rPr>
          <w:rFonts w:asciiTheme="minorHAnsi" w:eastAsia="BookmanOldStyle" w:hAnsiTheme="minorHAnsi" w:cstheme="minorHAnsi"/>
          <w:b/>
        </w:rPr>
        <w:t>………</w:t>
      </w:r>
      <w:r>
        <w:rPr>
          <w:rFonts w:asciiTheme="minorHAnsi" w:eastAsia="BookmanOldStyle" w:hAnsiTheme="minorHAnsi" w:cstheme="minorHAnsi"/>
          <w:b/>
        </w:rPr>
        <w:t>………………………….</w:t>
      </w:r>
      <w:r w:rsidRPr="006C5656">
        <w:rPr>
          <w:rFonts w:asciiTheme="minorHAnsi" w:eastAsia="BookmanOldStyle" w:hAnsiTheme="minorHAnsi" w:cstheme="minorHAnsi"/>
          <w:b/>
        </w:rPr>
        <w:t>…..</w:t>
      </w:r>
      <w:r w:rsidRPr="006C5656">
        <w:rPr>
          <w:rFonts w:asciiTheme="minorHAnsi" w:eastAsia="Calibri" w:hAnsiTheme="minorHAnsi" w:cstheme="minorHAnsi"/>
          <w:b/>
        </w:rPr>
        <w:t>)</w:t>
      </w:r>
      <w:r w:rsidR="007B6AC9">
        <w:rPr>
          <w:rFonts w:asciiTheme="minorHAnsi" w:eastAsia="Calibri" w:hAnsiTheme="minorHAnsi" w:cstheme="minorHAnsi"/>
          <w:b/>
        </w:rPr>
        <w:t xml:space="preserve">, </w:t>
      </w:r>
      <w:r w:rsidR="00220BEF">
        <w:rPr>
          <w:rFonts w:asciiTheme="minorHAnsi" w:eastAsia="Calibri" w:hAnsiTheme="minorHAnsi" w:cstheme="minorHAnsi"/>
          <w:b/>
        </w:rPr>
        <w:t>według poniższego wyliczenia:</w:t>
      </w:r>
    </w:p>
    <w:p w14:paraId="4485C142" w14:textId="77777777" w:rsidR="00220BEF" w:rsidRDefault="00220BEF" w:rsidP="00047C56">
      <w:pPr>
        <w:spacing w:after="200" w:line="280" w:lineRule="exact"/>
        <w:ind w:left="360"/>
        <w:contextualSpacing/>
        <w:jc w:val="both"/>
        <w:rPr>
          <w:rFonts w:asciiTheme="minorHAnsi" w:eastAsia="Calibri" w:hAnsiTheme="minorHAnsi" w:cstheme="minorHAnsi"/>
          <w:b/>
        </w:rPr>
      </w:pPr>
    </w:p>
    <w:p w14:paraId="5D6BBC31" w14:textId="77777777" w:rsidR="00220BEF" w:rsidRDefault="00220BEF" w:rsidP="00047C56">
      <w:pPr>
        <w:spacing w:after="200" w:line="280" w:lineRule="exact"/>
        <w:ind w:left="360"/>
        <w:contextualSpacing/>
        <w:jc w:val="both"/>
        <w:rPr>
          <w:rFonts w:asciiTheme="minorHAnsi" w:eastAsia="Calibri" w:hAnsiTheme="minorHAnsi" w:cstheme="minorHAnsi"/>
          <w:b/>
        </w:rPr>
      </w:pPr>
    </w:p>
    <w:p w14:paraId="10B82CA0" w14:textId="77777777" w:rsidR="00220BEF" w:rsidRDefault="00220BEF" w:rsidP="00EC0516">
      <w:pPr>
        <w:spacing w:after="200" w:line="280" w:lineRule="exact"/>
        <w:contextualSpacing/>
        <w:jc w:val="both"/>
        <w:rPr>
          <w:rFonts w:asciiTheme="minorHAnsi" w:eastAsia="Calibri" w:hAnsiTheme="minorHAnsi" w:cstheme="minorHAnsi"/>
          <w:b/>
        </w:rPr>
      </w:pPr>
    </w:p>
    <w:p w14:paraId="46E57AE5" w14:textId="77777777" w:rsidR="00EC0516" w:rsidRDefault="00EC0516" w:rsidP="00EC0516">
      <w:pPr>
        <w:spacing w:after="200" w:line="280" w:lineRule="exact"/>
        <w:contextualSpacing/>
        <w:jc w:val="both"/>
        <w:rPr>
          <w:rFonts w:asciiTheme="minorHAnsi" w:eastAsia="Calibri" w:hAnsiTheme="minorHAnsi" w:cstheme="minorHAnsi"/>
          <w:b/>
        </w:rPr>
      </w:pPr>
    </w:p>
    <w:tbl>
      <w:tblPr>
        <w:tblStyle w:val="Tabela-Siatka"/>
        <w:tblW w:w="8785" w:type="dxa"/>
        <w:tblInd w:w="360" w:type="dxa"/>
        <w:tblLook w:val="04A0" w:firstRow="1" w:lastRow="0" w:firstColumn="1" w:lastColumn="0" w:noHBand="0" w:noVBand="1"/>
      </w:tblPr>
      <w:tblGrid>
        <w:gridCol w:w="589"/>
        <w:gridCol w:w="3442"/>
        <w:gridCol w:w="1816"/>
        <w:gridCol w:w="1121"/>
        <w:gridCol w:w="1817"/>
      </w:tblGrid>
      <w:tr w:rsidR="0041524D" w:rsidRPr="0041524D" w14:paraId="147224B3" w14:textId="77777777" w:rsidTr="0041524D">
        <w:tc>
          <w:tcPr>
            <w:tcW w:w="589" w:type="dxa"/>
            <w:shd w:val="clear" w:color="auto" w:fill="E7E6E6" w:themeFill="background2"/>
          </w:tcPr>
          <w:p w14:paraId="15AC6AD8" w14:textId="1C2B1E61" w:rsidR="0041524D" w:rsidRPr="00EC0516" w:rsidRDefault="0041524D" w:rsidP="00EC0516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442" w:type="dxa"/>
            <w:shd w:val="clear" w:color="auto" w:fill="E7E6E6" w:themeFill="background2"/>
          </w:tcPr>
          <w:p w14:paraId="6E88872F" w14:textId="14442741" w:rsidR="0041524D" w:rsidRPr="00EC0516" w:rsidRDefault="0041524D" w:rsidP="00EC0516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Wyszczególnienie</w:t>
            </w:r>
            <w:r w:rsidR="001369D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1369D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parametrów leasingu</w:t>
            </w:r>
          </w:p>
        </w:tc>
        <w:tc>
          <w:tcPr>
            <w:tcW w:w="1816" w:type="dxa"/>
            <w:shd w:val="clear" w:color="auto" w:fill="E7E6E6" w:themeFill="background2"/>
          </w:tcPr>
          <w:p w14:paraId="06B6FE27" w14:textId="1359E386" w:rsidR="0041524D" w:rsidRPr="00EC0516" w:rsidRDefault="0041524D" w:rsidP="00EC0516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netto</w:t>
            </w:r>
          </w:p>
        </w:tc>
        <w:tc>
          <w:tcPr>
            <w:tcW w:w="1121" w:type="dxa"/>
            <w:shd w:val="clear" w:color="auto" w:fill="E7E6E6" w:themeFill="background2"/>
          </w:tcPr>
          <w:p w14:paraId="77F7BDB3" w14:textId="66D14181" w:rsidR="0041524D" w:rsidRPr="00EC0516" w:rsidRDefault="0041524D" w:rsidP="00EC0516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VAT</w:t>
            </w:r>
          </w:p>
        </w:tc>
        <w:tc>
          <w:tcPr>
            <w:tcW w:w="1817" w:type="dxa"/>
            <w:shd w:val="clear" w:color="auto" w:fill="E7E6E6" w:themeFill="background2"/>
          </w:tcPr>
          <w:p w14:paraId="3540DD2F" w14:textId="0954095C" w:rsidR="0041524D" w:rsidRPr="00EC0516" w:rsidRDefault="0041524D" w:rsidP="00EC0516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Cena brutto</w:t>
            </w:r>
          </w:p>
        </w:tc>
      </w:tr>
      <w:tr w:rsidR="0041524D" w14:paraId="06463FD3" w14:textId="77777777" w:rsidTr="0041524D">
        <w:tc>
          <w:tcPr>
            <w:tcW w:w="589" w:type="dxa"/>
            <w:shd w:val="clear" w:color="auto" w:fill="E7E6E6" w:themeFill="background2"/>
          </w:tcPr>
          <w:p w14:paraId="0F13A3F6" w14:textId="68A4B169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1.1.</w:t>
            </w:r>
          </w:p>
        </w:tc>
        <w:tc>
          <w:tcPr>
            <w:tcW w:w="3442" w:type="dxa"/>
          </w:tcPr>
          <w:p w14:paraId="55580804" w14:textId="77777777" w:rsidR="0041524D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Wartość pojazdu</w:t>
            </w:r>
          </w:p>
          <w:p w14:paraId="3AA68221" w14:textId="277A756C" w:rsidR="00B966E0" w:rsidRDefault="00B966E0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Marka ……………………………………………</w:t>
            </w:r>
          </w:p>
          <w:p w14:paraId="38FB4B34" w14:textId="7E02DB0F" w:rsidR="00B966E0" w:rsidRPr="00EC0516" w:rsidRDefault="00B966E0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Model ……………………………………………</w:t>
            </w:r>
          </w:p>
        </w:tc>
        <w:tc>
          <w:tcPr>
            <w:tcW w:w="1816" w:type="dxa"/>
          </w:tcPr>
          <w:p w14:paraId="1B80DF89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21" w:type="dxa"/>
          </w:tcPr>
          <w:p w14:paraId="7AB56EBB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7" w:type="dxa"/>
          </w:tcPr>
          <w:p w14:paraId="3A0C55D9" w14:textId="76356D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  <w:tr w:rsidR="0041524D" w14:paraId="6DDBFA8A" w14:textId="77777777" w:rsidTr="0041524D">
        <w:tc>
          <w:tcPr>
            <w:tcW w:w="589" w:type="dxa"/>
            <w:shd w:val="clear" w:color="auto" w:fill="E7E6E6" w:themeFill="background2"/>
          </w:tcPr>
          <w:p w14:paraId="6E260A43" w14:textId="18BBC661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1.2.</w:t>
            </w:r>
          </w:p>
        </w:tc>
        <w:tc>
          <w:tcPr>
            <w:tcW w:w="3442" w:type="dxa"/>
          </w:tcPr>
          <w:p w14:paraId="4464959D" w14:textId="4929A25B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Stała rata miesięczna: ……………………… zł x 2</w:t>
            </w:r>
            <w:r w:rsidR="001D3D3F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2</w:t>
            </w:r>
            <w:r w:rsidRPr="00EC05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miesiące</w:t>
            </w:r>
          </w:p>
        </w:tc>
        <w:tc>
          <w:tcPr>
            <w:tcW w:w="1816" w:type="dxa"/>
          </w:tcPr>
          <w:p w14:paraId="61CC89D1" w14:textId="77777777" w:rsidR="0041524D" w:rsidRPr="00EC0516" w:rsidRDefault="0041524D" w:rsidP="00220BEF">
            <w:pPr>
              <w:spacing w:after="200" w:line="280" w:lineRule="exact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21" w:type="dxa"/>
          </w:tcPr>
          <w:p w14:paraId="7ECFF256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7" w:type="dxa"/>
          </w:tcPr>
          <w:p w14:paraId="0A90BE2A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  <w:tr w:rsidR="0041524D" w14:paraId="5FF9EF40" w14:textId="77777777" w:rsidTr="0041524D">
        <w:tc>
          <w:tcPr>
            <w:tcW w:w="589" w:type="dxa"/>
            <w:shd w:val="clear" w:color="auto" w:fill="E7E6E6" w:themeFill="background2"/>
          </w:tcPr>
          <w:p w14:paraId="09BF678B" w14:textId="2CA6BC5B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1.3.</w:t>
            </w:r>
          </w:p>
        </w:tc>
        <w:tc>
          <w:tcPr>
            <w:tcW w:w="3442" w:type="dxa"/>
          </w:tcPr>
          <w:p w14:paraId="718F0CF5" w14:textId="0B228AB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Opłata końcowa: </w:t>
            </w:r>
            <w:r w:rsidR="00A148F2" w:rsidRPr="00AB658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19</w:t>
            </w:r>
            <w:r w:rsidRPr="00AB658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%  wartości </w:t>
            </w:r>
            <w:r w:rsidR="00EC0516" w:rsidRPr="00AB658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początkowej </w:t>
            </w:r>
            <w:r w:rsidRPr="00AB6587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netto pojazdu</w:t>
            </w:r>
          </w:p>
        </w:tc>
        <w:tc>
          <w:tcPr>
            <w:tcW w:w="1816" w:type="dxa"/>
          </w:tcPr>
          <w:p w14:paraId="17F0F730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21" w:type="dxa"/>
          </w:tcPr>
          <w:p w14:paraId="2C81E481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7" w:type="dxa"/>
          </w:tcPr>
          <w:p w14:paraId="12479A5F" w14:textId="56203443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  <w:tr w:rsidR="0041524D" w14:paraId="109781A4" w14:textId="77777777" w:rsidTr="0041524D">
        <w:tc>
          <w:tcPr>
            <w:tcW w:w="589" w:type="dxa"/>
            <w:shd w:val="clear" w:color="auto" w:fill="E7E6E6" w:themeFill="background2"/>
          </w:tcPr>
          <w:p w14:paraId="3F023489" w14:textId="5B4A4A02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1.4.</w:t>
            </w:r>
          </w:p>
        </w:tc>
        <w:tc>
          <w:tcPr>
            <w:tcW w:w="3442" w:type="dxa"/>
          </w:tcPr>
          <w:p w14:paraId="125C41B2" w14:textId="1EBF86A3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EC05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Całkowity koszt leasingu operacyjnego </w:t>
            </w:r>
            <w:r w:rsidRPr="00EC051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(poz. 1.2.+1.3.)</w:t>
            </w:r>
          </w:p>
        </w:tc>
        <w:tc>
          <w:tcPr>
            <w:tcW w:w="1816" w:type="dxa"/>
          </w:tcPr>
          <w:p w14:paraId="7850FC2A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21" w:type="dxa"/>
          </w:tcPr>
          <w:p w14:paraId="2CCF09AA" w14:textId="77777777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7" w:type="dxa"/>
          </w:tcPr>
          <w:p w14:paraId="55E6C16E" w14:textId="0E27ED80" w:rsidR="0041524D" w:rsidRPr="00EC0516" w:rsidRDefault="0041524D" w:rsidP="00047C56">
            <w:pPr>
              <w:spacing w:after="200" w:line="280" w:lineRule="exact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</w:tr>
    </w:tbl>
    <w:p w14:paraId="5F21EB5A" w14:textId="77777777" w:rsidR="007B6AC9" w:rsidRDefault="007B6AC9" w:rsidP="007B6AC9">
      <w:pPr>
        <w:spacing w:line="280" w:lineRule="exact"/>
        <w:jc w:val="both"/>
        <w:rPr>
          <w:rFonts w:asciiTheme="minorHAnsi" w:eastAsia="Arial" w:hAnsiTheme="minorHAnsi" w:cstheme="minorHAnsi"/>
          <w:b/>
          <w:szCs w:val="20"/>
        </w:rPr>
      </w:pPr>
    </w:p>
    <w:p w14:paraId="0BF86CC9" w14:textId="0C5B73DD" w:rsidR="0025346E" w:rsidRPr="006C5656" w:rsidRDefault="007B6AC9" w:rsidP="007B6AC9">
      <w:pPr>
        <w:spacing w:line="280" w:lineRule="exact"/>
        <w:jc w:val="both"/>
        <w:rPr>
          <w:rFonts w:asciiTheme="minorHAnsi" w:eastAsia="Arial" w:hAnsiTheme="minorHAnsi" w:cstheme="minorHAnsi"/>
          <w:b/>
          <w:szCs w:val="20"/>
        </w:rPr>
      </w:pPr>
      <w:r w:rsidRPr="006C5656">
        <w:rPr>
          <w:rFonts w:asciiTheme="minorHAnsi" w:eastAsia="Arial" w:hAnsiTheme="minorHAnsi" w:cstheme="minorHAnsi"/>
          <w:b/>
          <w:szCs w:val="20"/>
        </w:rPr>
        <w:t>Oświadczam/y, że w cenie oferty zostały uwzględnione wszystkie koszty niezbędne</w:t>
      </w:r>
      <w:r w:rsidRPr="006C5656">
        <w:rPr>
          <w:rFonts w:asciiTheme="minorHAnsi" w:eastAsia="Arial" w:hAnsiTheme="minorHAnsi" w:cstheme="minorHAnsi"/>
          <w:b/>
          <w:szCs w:val="20"/>
        </w:rPr>
        <w:br/>
        <w:t>do zrealizowania zamówienia z należytą starannością i zgodnie z wymaganiami określonymi przez Zamawiającego</w:t>
      </w:r>
      <w:r w:rsidR="00F1507C">
        <w:rPr>
          <w:rFonts w:asciiTheme="minorHAnsi" w:eastAsia="Arial" w:hAnsiTheme="minorHAnsi" w:cstheme="minorHAnsi"/>
          <w:b/>
          <w:szCs w:val="20"/>
        </w:rPr>
        <w:t xml:space="preserve"> w zapytaniu ofertowym</w:t>
      </w:r>
      <w:r w:rsidRPr="006C5656">
        <w:rPr>
          <w:rFonts w:asciiTheme="minorHAnsi" w:eastAsia="Arial" w:hAnsiTheme="minorHAnsi" w:cstheme="minorHAnsi"/>
          <w:b/>
          <w:szCs w:val="20"/>
        </w:rPr>
        <w:t>.</w:t>
      </w:r>
      <w:r>
        <w:rPr>
          <w:rFonts w:asciiTheme="minorHAnsi" w:eastAsia="Arial" w:hAnsiTheme="minorHAnsi" w:cstheme="minorHAnsi"/>
          <w:b/>
          <w:szCs w:val="20"/>
        </w:rPr>
        <w:t xml:space="preserve"> </w:t>
      </w:r>
    </w:p>
    <w:p w14:paraId="7287E189" w14:textId="77777777" w:rsidR="007B6AC9" w:rsidRPr="006C5656" w:rsidRDefault="007B6AC9" w:rsidP="007B6AC9">
      <w:pPr>
        <w:spacing w:line="280" w:lineRule="exact"/>
        <w:jc w:val="both"/>
        <w:rPr>
          <w:rFonts w:asciiTheme="minorHAnsi" w:eastAsia="Arial" w:hAnsiTheme="minorHAnsi" w:cstheme="minorHAnsi"/>
          <w:b/>
          <w:szCs w:val="20"/>
        </w:rPr>
      </w:pPr>
    </w:p>
    <w:p w14:paraId="7AD86E50" w14:textId="63DAB51A" w:rsidR="0086550F" w:rsidRPr="001369DC" w:rsidRDefault="00F1507C" w:rsidP="001369DC">
      <w:pPr>
        <w:jc w:val="both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 xml:space="preserve">2. </w:t>
      </w:r>
      <w:r w:rsidR="007B6AC9" w:rsidRPr="00F1507C">
        <w:rPr>
          <w:rFonts w:asciiTheme="minorHAnsi" w:eastAsia="Calibri" w:hAnsiTheme="minorHAnsi" w:cstheme="minorHAnsi"/>
          <w:b/>
        </w:rPr>
        <w:t>OŚWIADCZENIE DOTYCZĄCE OKRES</w:t>
      </w:r>
      <w:r w:rsidR="0082048F" w:rsidRPr="00F1507C">
        <w:rPr>
          <w:rFonts w:asciiTheme="minorHAnsi" w:eastAsia="Calibri" w:hAnsiTheme="minorHAnsi" w:cstheme="minorHAnsi"/>
          <w:b/>
        </w:rPr>
        <w:t>U</w:t>
      </w:r>
      <w:r w:rsidR="007B6AC9" w:rsidRPr="00F1507C">
        <w:rPr>
          <w:rFonts w:asciiTheme="minorHAnsi" w:eastAsia="Calibri" w:hAnsiTheme="minorHAnsi" w:cstheme="minorHAnsi"/>
          <w:b/>
        </w:rPr>
        <w:t xml:space="preserve"> GWARANCJI NA SAMOCHÓD</w:t>
      </w:r>
      <w:r>
        <w:rPr>
          <w:rFonts w:asciiTheme="minorHAnsi" w:eastAsia="Calibri" w:hAnsiTheme="minorHAnsi" w:cstheme="minorHAnsi"/>
          <w:b/>
        </w:rPr>
        <w:t xml:space="preserve"> ORAZ BEZPŁATN</w:t>
      </w:r>
      <w:r w:rsidR="005E3581">
        <w:rPr>
          <w:rFonts w:asciiTheme="minorHAnsi" w:eastAsia="Calibri" w:hAnsiTheme="minorHAnsi" w:cstheme="minorHAnsi"/>
          <w:b/>
        </w:rPr>
        <w:t>E</w:t>
      </w:r>
      <w:bookmarkStart w:id="2" w:name="_GoBack"/>
      <w:bookmarkEnd w:id="2"/>
      <w:r w:rsidR="005E3581">
        <w:rPr>
          <w:rFonts w:asciiTheme="minorHAnsi" w:eastAsia="Calibri" w:hAnsiTheme="minorHAnsi" w:cstheme="minorHAnsi"/>
          <w:b/>
        </w:rPr>
        <w:t>GO</w:t>
      </w:r>
      <w:r>
        <w:rPr>
          <w:rFonts w:asciiTheme="minorHAnsi" w:eastAsia="Calibri" w:hAnsiTheme="minorHAnsi" w:cstheme="minorHAnsi"/>
          <w:b/>
        </w:rPr>
        <w:t xml:space="preserve"> SERWISU zgodnie z wymaganiami określonymi przez Zamawiającego</w:t>
      </w:r>
      <w:r w:rsidR="007B6AC9" w:rsidRPr="00F1507C">
        <w:rPr>
          <w:rFonts w:asciiTheme="minorHAnsi" w:eastAsia="Calibri" w:hAnsiTheme="minorHAnsi" w:cstheme="minorHAnsi"/>
          <w:b/>
        </w:rPr>
        <w:t>:</w:t>
      </w:r>
    </w:p>
    <w:p w14:paraId="6C2CB1DF" w14:textId="2F732AFC" w:rsidR="0086550F" w:rsidRDefault="005E3581" w:rsidP="00F1507C">
      <w:pPr>
        <w:spacing w:after="200"/>
        <w:contextualSpacing/>
        <w:jc w:val="both"/>
        <w:rPr>
          <w:rFonts w:asciiTheme="minorHAnsi" w:eastAsia="BookmanOldStyle" w:hAnsiTheme="minorHAnsi" w:cstheme="minorHAnsi"/>
          <w:bCs/>
        </w:rPr>
      </w:pPr>
      <w:r>
        <w:rPr>
          <w:rFonts w:asciiTheme="minorHAnsi" w:eastAsia="BookmanOldStyle" w:hAnsiTheme="minorHAnsi" w:cstheme="minorHAnsi"/>
          <w:bCs/>
        </w:rPr>
        <w:t>2.3.</w:t>
      </w:r>
      <w:r w:rsidR="00F65FFB">
        <w:rPr>
          <w:rFonts w:asciiTheme="minorHAnsi" w:eastAsia="BookmanOldStyle" w:hAnsiTheme="minorHAnsi" w:cstheme="minorHAnsi"/>
          <w:bCs/>
        </w:rPr>
        <w:t xml:space="preserve"> </w:t>
      </w:r>
      <w:r w:rsidR="00F1507C">
        <w:rPr>
          <w:rFonts w:asciiTheme="minorHAnsi" w:eastAsia="BookmanOldStyle" w:hAnsiTheme="minorHAnsi" w:cstheme="minorHAnsi"/>
          <w:bCs/>
        </w:rPr>
        <w:t xml:space="preserve">Oferuję </w:t>
      </w:r>
      <w:r w:rsidR="0086550F">
        <w:rPr>
          <w:rFonts w:asciiTheme="minorHAnsi" w:eastAsia="BookmanOldStyle" w:hAnsiTheme="minorHAnsi" w:cstheme="minorHAnsi"/>
          <w:bCs/>
        </w:rPr>
        <w:t>w okresie trwania leasingu</w:t>
      </w:r>
      <w:r w:rsidR="00F65FFB">
        <w:rPr>
          <w:rFonts w:asciiTheme="minorHAnsi" w:eastAsia="BookmanOldStyle" w:hAnsiTheme="minorHAnsi" w:cstheme="minorHAnsi"/>
          <w:bCs/>
        </w:rPr>
        <w:t xml:space="preserve">, tj. </w:t>
      </w:r>
      <w:r w:rsidR="000F4973">
        <w:rPr>
          <w:rFonts w:asciiTheme="minorHAnsi" w:eastAsia="BookmanOldStyle" w:hAnsiTheme="minorHAnsi" w:cstheme="minorHAnsi"/>
          <w:bCs/>
        </w:rPr>
        <w:t>przez</w:t>
      </w:r>
      <w:r w:rsidR="00F65FFB">
        <w:rPr>
          <w:rFonts w:asciiTheme="minorHAnsi" w:eastAsia="BookmanOldStyle" w:hAnsiTheme="minorHAnsi" w:cstheme="minorHAnsi"/>
          <w:bCs/>
        </w:rPr>
        <w:t xml:space="preserve"> okres</w:t>
      </w:r>
      <w:r w:rsidR="00F65FFB" w:rsidRPr="00FB044D">
        <w:rPr>
          <w:rFonts w:asciiTheme="minorHAnsi" w:eastAsia="BookmanOldStyle" w:hAnsiTheme="minorHAnsi" w:cstheme="minorHAnsi"/>
          <w:bCs/>
        </w:rPr>
        <w:t xml:space="preserve"> </w:t>
      </w:r>
      <w:r w:rsidR="00FB044D" w:rsidRPr="00FB044D">
        <w:rPr>
          <w:rFonts w:asciiTheme="minorHAnsi" w:eastAsia="BookmanOldStyle" w:hAnsiTheme="minorHAnsi" w:cstheme="minorHAnsi"/>
          <w:b/>
        </w:rPr>
        <w:t>2</w:t>
      </w:r>
      <w:r w:rsidR="001D3D3F">
        <w:rPr>
          <w:rFonts w:asciiTheme="minorHAnsi" w:eastAsia="BookmanOldStyle" w:hAnsiTheme="minorHAnsi" w:cstheme="minorHAnsi"/>
          <w:b/>
        </w:rPr>
        <w:t>2</w:t>
      </w:r>
      <w:r w:rsidR="00FB044D" w:rsidRPr="00FB044D">
        <w:rPr>
          <w:rFonts w:asciiTheme="minorHAnsi" w:eastAsia="BookmanOldStyle" w:hAnsiTheme="minorHAnsi" w:cstheme="minorHAnsi"/>
          <w:b/>
        </w:rPr>
        <w:t xml:space="preserve"> miesięcy</w:t>
      </w:r>
      <w:r w:rsidR="00782816" w:rsidRPr="00FB044D">
        <w:rPr>
          <w:rFonts w:asciiTheme="minorHAnsi" w:eastAsia="BookmanOldStyle" w:hAnsiTheme="minorHAnsi" w:cstheme="minorHAnsi"/>
          <w:bCs/>
        </w:rPr>
        <w:t>,</w:t>
      </w:r>
      <w:r w:rsidR="00782816">
        <w:rPr>
          <w:rFonts w:asciiTheme="minorHAnsi" w:eastAsia="BookmanOldStyle" w:hAnsiTheme="minorHAnsi" w:cstheme="minorHAnsi"/>
          <w:bCs/>
        </w:rPr>
        <w:t xml:space="preserve"> </w:t>
      </w:r>
      <w:r w:rsidR="00F1507C">
        <w:rPr>
          <w:rFonts w:asciiTheme="minorHAnsi" w:eastAsia="BookmanOldStyle" w:hAnsiTheme="minorHAnsi" w:cstheme="minorHAnsi"/>
          <w:bCs/>
        </w:rPr>
        <w:t>b</w:t>
      </w:r>
      <w:r w:rsidR="00F1507C" w:rsidRPr="00F1507C">
        <w:rPr>
          <w:rFonts w:asciiTheme="minorHAnsi" w:eastAsia="BookmanOldStyle" w:hAnsiTheme="minorHAnsi" w:cstheme="minorHAnsi"/>
          <w:bCs/>
        </w:rPr>
        <w:t>ezpłatny pakiet serwisowy</w:t>
      </w:r>
      <w:r w:rsidR="00F1507C">
        <w:rPr>
          <w:rFonts w:asciiTheme="minorHAnsi" w:eastAsia="BookmanOldStyle" w:hAnsiTheme="minorHAnsi" w:cstheme="minorHAnsi"/>
          <w:bCs/>
        </w:rPr>
        <w:t xml:space="preserve"> </w:t>
      </w:r>
      <w:r w:rsidR="00F1507C" w:rsidRPr="00F1507C">
        <w:rPr>
          <w:rFonts w:asciiTheme="minorHAnsi" w:eastAsia="BookmanOldStyle" w:hAnsiTheme="minorHAnsi" w:cstheme="minorHAnsi"/>
          <w:bCs/>
        </w:rPr>
        <w:t>na obowiązkowe przeglądy i materiały eksploatacyjne zgodnie z wymaganiami producenta</w:t>
      </w:r>
      <w:r w:rsidR="00F65FFB">
        <w:rPr>
          <w:rFonts w:asciiTheme="minorHAnsi" w:eastAsia="BookmanOldStyle" w:hAnsiTheme="minorHAnsi" w:cstheme="minorHAnsi"/>
          <w:bCs/>
        </w:rPr>
        <w:t>.</w:t>
      </w:r>
    </w:p>
    <w:p w14:paraId="7614270F" w14:textId="77777777" w:rsidR="0086550F" w:rsidRPr="00992A98" w:rsidRDefault="0086550F" w:rsidP="00F65FFB">
      <w:pPr>
        <w:spacing w:line="240" w:lineRule="auto"/>
        <w:rPr>
          <w:rFonts w:asciiTheme="minorHAnsi" w:eastAsia="BookmanOldStyle" w:hAnsiTheme="minorHAnsi" w:cstheme="minorHAnsi"/>
          <w:b/>
        </w:rPr>
      </w:pPr>
      <w:r w:rsidRPr="006C5656">
        <w:rPr>
          <w:rFonts w:asciiTheme="minorHAnsi" w:eastAsia="BookmanOldStyle" w:hAnsiTheme="minorHAnsi" w:cstheme="minorHAnsi"/>
          <w:b/>
        </w:rPr>
        <w:t xml:space="preserve">Uwaga: </w:t>
      </w:r>
    </w:p>
    <w:p w14:paraId="1E28C1B1" w14:textId="086D6A25" w:rsidR="0086550F" w:rsidRPr="00675E32" w:rsidRDefault="0086550F">
      <w:pPr>
        <w:pStyle w:val="Akapitzlist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  <w:r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Minimalny okres gwarancji mechanicznej na samochód</w:t>
      </w:r>
      <w:r w:rsidR="005E3581"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</w:t>
      </w:r>
      <w:r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wymagany przez Zamawiającego</w:t>
      </w:r>
      <w:r w:rsidR="005E3581"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wynosi</w:t>
      </w:r>
      <w:r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24 miesiące</w:t>
      </w:r>
      <w:r w:rsidR="00675E32"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.</w:t>
      </w:r>
    </w:p>
    <w:p w14:paraId="4AA5D18A" w14:textId="13F3B58A" w:rsidR="005038B5" w:rsidRDefault="00675E32" w:rsidP="00782816">
      <w:pPr>
        <w:pStyle w:val="Akapitzlist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  <w:r w:rsidRPr="00675E32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Minimalny okres gwarancji na powłoki lakiernicze wymagany przez Zamawiającego wynosi 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24 miesiące.</w:t>
      </w:r>
    </w:p>
    <w:p w14:paraId="76F657AA" w14:textId="60400B2E" w:rsidR="00FB044D" w:rsidRPr="00782816" w:rsidRDefault="00FB044D" w:rsidP="00782816">
      <w:pPr>
        <w:pStyle w:val="Akapitzlist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>Zamawiający wymaga b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</w:rPr>
        <w:t>ezpłatn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>ego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 pakiet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>u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 serwisow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>ego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 w okresie leasingu 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tj. przez </w:t>
      </w:r>
      <w:r w:rsidRPr="00FB044D">
        <w:rPr>
          <w:rFonts w:asciiTheme="minorHAnsi" w:hAnsiTheme="minorHAnsi" w:cstheme="minorHAnsi"/>
          <w:i/>
          <w:iCs/>
          <w:sz w:val="18"/>
          <w:szCs w:val="18"/>
          <w:u w:val="single"/>
        </w:rPr>
        <w:t>24 miesiące,  na obowiązkowe przeglądy i materiały eksploatacyjne zgodnie z wymaganiami producenta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</w:rPr>
        <w:t>.</w:t>
      </w:r>
    </w:p>
    <w:p w14:paraId="09CF0F14" w14:textId="77777777" w:rsidR="00675E32" w:rsidRPr="00675E32" w:rsidRDefault="00675E32" w:rsidP="00675E32">
      <w:pPr>
        <w:pStyle w:val="Akapitzlist"/>
        <w:spacing w:after="200"/>
        <w:ind w:left="36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</w:rPr>
      </w:pPr>
    </w:p>
    <w:p w14:paraId="01E572BB" w14:textId="2C23F8A9" w:rsidR="007B6AC9" w:rsidRPr="00F1507C" w:rsidRDefault="00F1507C" w:rsidP="00F1507C">
      <w:pPr>
        <w:spacing w:after="200"/>
        <w:contextualSpacing/>
        <w:jc w:val="both"/>
        <w:rPr>
          <w:rFonts w:asciiTheme="minorHAnsi" w:eastAsia="BookmanOldStyle" w:hAnsiTheme="minorHAnsi" w:cstheme="minorHAnsi"/>
          <w:b/>
          <w:strike/>
        </w:rPr>
      </w:pPr>
      <w:r w:rsidRPr="00F1507C">
        <w:rPr>
          <w:rFonts w:asciiTheme="minorHAnsi" w:eastAsia="BookmanOldStyle" w:hAnsiTheme="minorHAnsi" w:cstheme="minorHAnsi"/>
          <w:b/>
        </w:rPr>
        <w:t>3.</w:t>
      </w:r>
      <w:r>
        <w:rPr>
          <w:rFonts w:asciiTheme="minorHAnsi" w:eastAsia="BookmanOldStyle" w:hAnsiTheme="minorHAnsi" w:cstheme="minorHAnsi"/>
          <w:b/>
        </w:rPr>
        <w:t xml:space="preserve"> </w:t>
      </w:r>
      <w:r w:rsidR="007B6AC9" w:rsidRPr="00F1507C">
        <w:rPr>
          <w:rFonts w:asciiTheme="minorHAnsi" w:eastAsia="Calibri" w:hAnsiTheme="minorHAnsi" w:cstheme="minorHAnsi"/>
          <w:b/>
        </w:rPr>
        <w:t>OŚWIADCZENIE DOTYCZĄCE KRYTERIUM OCENY OFERT „SILNIK Z NAPĘDEM HYBRYDOWYM”:</w:t>
      </w:r>
    </w:p>
    <w:p w14:paraId="411C3368" w14:textId="374FEC36" w:rsidR="00093A35" w:rsidRPr="00F1507C" w:rsidRDefault="005038B5" w:rsidP="00F1507C">
      <w:pPr>
        <w:spacing w:after="200"/>
        <w:jc w:val="both"/>
        <w:rPr>
          <w:rFonts w:asciiTheme="minorHAnsi" w:hAnsiTheme="minorHAnsi" w:cstheme="minorHAnsi"/>
          <w:b/>
          <w:bCs/>
          <w:lang w:eastAsia="ar-SA"/>
        </w:rPr>
      </w:pPr>
      <w:r>
        <w:rPr>
          <w:rFonts w:asciiTheme="minorHAnsi" w:eastAsia="BookmanOldStyle" w:hAnsiTheme="minorHAnsi" w:cstheme="minorHAnsi"/>
          <w:b/>
        </w:rPr>
        <w:t xml:space="preserve">3.1. </w:t>
      </w:r>
      <w:r w:rsidR="007B6AC9" w:rsidRPr="00F1507C">
        <w:rPr>
          <w:rFonts w:asciiTheme="minorHAnsi" w:eastAsia="BookmanOldStyle" w:hAnsiTheme="minorHAnsi" w:cstheme="minorHAnsi"/>
          <w:b/>
        </w:rPr>
        <w:t>Oferuję w ramach kryterium „</w:t>
      </w:r>
      <w:r w:rsidR="007B6AC9" w:rsidRPr="00F1507C">
        <w:rPr>
          <w:rFonts w:asciiTheme="minorHAnsi" w:hAnsiTheme="minorHAnsi" w:cstheme="minorHAnsi"/>
          <w:b/>
          <w:bCs/>
          <w:lang w:eastAsia="ar-SA"/>
        </w:rPr>
        <w:t>Silnik z napędem hybrydowym (H)” auto z silnikiem</w:t>
      </w:r>
      <w:r w:rsidR="00093A35">
        <w:rPr>
          <w:rFonts w:asciiTheme="minorHAnsi" w:hAnsiTheme="minorHAnsi" w:cstheme="minorHAnsi"/>
          <w:b/>
          <w:bCs/>
          <w:lang w:eastAsia="ar-SA"/>
        </w:rPr>
        <w:t xml:space="preserve"> z napędem hybrydowym typu: </w:t>
      </w:r>
      <w:r w:rsidR="007B6AC9" w:rsidRPr="00F1507C">
        <w:rPr>
          <w:rFonts w:asciiTheme="minorHAnsi" w:hAnsiTheme="minorHAnsi" w:cstheme="minorHAnsi"/>
          <w:b/>
          <w:bCs/>
          <w:lang w:eastAsia="ar-SA"/>
        </w:rPr>
        <w:t xml:space="preserve"> …………………………………………………………………………</w:t>
      </w:r>
      <w:r w:rsidR="00093A35">
        <w:rPr>
          <w:rFonts w:asciiTheme="minorHAnsi" w:hAnsiTheme="minorHAnsi" w:cstheme="minorHAnsi"/>
          <w:b/>
          <w:bCs/>
          <w:lang w:eastAsia="ar-SA"/>
        </w:rPr>
        <w:t>…</w:t>
      </w:r>
      <w:r w:rsidR="007B6AC9" w:rsidRPr="00F1507C">
        <w:rPr>
          <w:rFonts w:asciiTheme="minorHAnsi" w:hAnsiTheme="minorHAnsi" w:cstheme="minorHAnsi"/>
          <w:b/>
          <w:bCs/>
          <w:lang w:eastAsia="ar-SA"/>
        </w:rPr>
        <w:t>……………… .</w:t>
      </w:r>
    </w:p>
    <w:p w14:paraId="773AC775" w14:textId="77777777" w:rsidR="007B6AC9" w:rsidRPr="00992A98" w:rsidRDefault="007B6AC9" w:rsidP="001369DC">
      <w:pPr>
        <w:spacing w:line="240" w:lineRule="auto"/>
        <w:rPr>
          <w:rFonts w:asciiTheme="minorHAnsi" w:eastAsia="BookmanOldStyle" w:hAnsiTheme="minorHAnsi" w:cstheme="minorHAnsi"/>
          <w:b/>
        </w:rPr>
      </w:pPr>
      <w:r w:rsidRPr="006C5656">
        <w:rPr>
          <w:rFonts w:asciiTheme="minorHAnsi" w:eastAsia="BookmanOldStyle" w:hAnsiTheme="minorHAnsi" w:cstheme="minorHAnsi"/>
          <w:b/>
        </w:rPr>
        <w:t xml:space="preserve">Uwaga: </w:t>
      </w:r>
    </w:p>
    <w:p w14:paraId="08454754" w14:textId="573A60F1" w:rsidR="001369DC" w:rsidRDefault="00782816">
      <w:pPr>
        <w:pStyle w:val="Akapitzlist"/>
        <w:numPr>
          <w:ilvl w:val="0"/>
          <w:numId w:val="7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</w:pPr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Wykonawca, który zaoferuje silnik z napędem hybrydowym typu </w:t>
      </w:r>
      <w:proofErr w:type="spellStart"/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mHEV</w:t>
      </w:r>
      <w:proofErr w:type="spellEnd"/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 tzw. miękka hybryda lub HEV tzw. pełna hybryda otrzyma 40 pkt.</w:t>
      </w:r>
    </w:p>
    <w:p w14:paraId="02D7D998" w14:textId="6256DACD" w:rsidR="00782816" w:rsidRDefault="007B6AC9" w:rsidP="00782816">
      <w:pPr>
        <w:pStyle w:val="Akapitzlist"/>
        <w:numPr>
          <w:ilvl w:val="0"/>
          <w:numId w:val="7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</w:pPr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Wykonawca, który zaoferuje inny silnik niż silnik z napędem hybrydowym</w:t>
      </w:r>
      <w:r w:rsidR="00F92D78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w/w</w:t>
      </w:r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otrzyma w tym kryterium 0 pkt</w:t>
      </w:r>
      <w:r w:rsid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.</w:t>
      </w:r>
    </w:p>
    <w:p w14:paraId="4F97BB5F" w14:textId="530ED413" w:rsidR="0064059D" w:rsidRDefault="00814510" w:rsidP="00782816">
      <w:pPr>
        <w:pStyle w:val="Akapitzlist"/>
        <w:numPr>
          <w:ilvl w:val="0"/>
          <w:numId w:val="7"/>
        </w:numPr>
        <w:spacing w:after="20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</w:pPr>
      <w:r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W przypadku b</w:t>
      </w:r>
      <w:r w:rsidR="0064059D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rak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u</w:t>
      </w:r>
      <w:r w:rsidR="0064059D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uzupełnienia w. wym. pola 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Wykonawca</w:t>
      </w:r>
      <w:r w:rsidR="0064059D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 xml:space="preserve"> </w:t>
      </w:r>
      <w:r w:rsidRPr="00782816"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otrzyma w tym kryterium 0 pkt</w:t>
      </w:r>
      <w:r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  <w:t>.</w:t>
      </w:r>
    </w:p>
    <w:p w14:paraId="6A46D204" w14:textId="77777777" w:rsidR="00782816" w:rsidRPr="00782816" w:rsidRDefault="00782816" w:rsidP="00782816">
      <w:pPr>
        <w:pStyle w:val="Akapitzlist"/>
        <w:spacing w:after="200"/>
        <w:ind w:left="360"/>
        <w:jc w:val="both"/>
        <w:rPr>
          <w:rFonts w:asciiTheme="minorHAnsi" w:hAnsiTheme="minorHAnsi" w:cstheme="minorHAnsi"/>
          <w:i/>
          <w:iCs/>
          <w:sz w:val="18"/>
          <w:szCs w:val="18"/>
          <w:u w:val="single"/>
          <w:lang w:eastAsia="ar-SA"/>
        </w:rPr>
      </w:pPr>
    </w:p>
    <w:p w14:paraId="7DB11567" w14:textId="77777777" w:rsidR="007B6AC9" w:rsidRPr="00EF525A" w:rsidRDefault="007B6AC9">
      <w:pPr>
        <w:pStyle w:val="Akapitzlist"/>
        <w:numPr>
          <w:ilvl w:val="0"/>
          <w:numId w:val="2"/>
        </w:numPr>
        <w:jc w:val="both"/>
        <w:rPr>
          <w:rFonts w:asciiTheme="minorHAnsi" w:eastAsia="Calibri" w:hAnsiTheme="minorHAnsi" w:cstheme="minorHAnsi"/>
          <w:b/>
        </w:rPr>
      </w:pPr>
      <w:r w:rsidRPr="00031C26">
        <w:rPr>
          <w:rFonts w:asciiTheme="minorHAnsi" w:eastAsia="Calibri" w:hAnsiTheme="minorHAnsi" w:cstheme="minorHAnsi"/>
          <w:b/>
        </w:rPr>
        <w:t>OŚWIADCZ</w:t>
      </w:r>
      <w:r>
        <w:rPr>
          <w:rFonts w:asciiTheme="minorHAnsi" w:eastAsia="Calibri" w:hAnsiTheme="minorHAnsi" w:cstheme="minorHAnsi"/>
          <w:b/>
        </w:rPr>
        <w:t>AM/Y, że:</w:t>
      </w:r>
    </w:p>
    <w:p w14:paraId="0D8EFC05" w14:textId="77777777" w:rsidR="007B6AC9" w:rsidRPr="007F220D" w:rsidRDefault="007B6AC9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F220D">
        <w:rPr>
          <w:rFonts w:ascii="Calibri" w:hAnsi="Calibri" w:cs="Calibri"/>
          <w:sz w:val="22"/>
          <w:szCs w:val="22"/>
        </w:rPr>
        <w:t>zapoznaliśmy się z opisem przedmiotu zamówienia</w:t>
      </w:r>
      <w:r>
        <w:rPr>
          <w:rFonts w:ascii="Calibri" w:hAnsi="Calibri" w:cs="Calibri"/>
          <w:sz w:val="22"/>
          <w:szCs w:val="22"/>
        </w:rPr>
        <w:t xml:space="preserve"> i </w:t>
      </w:r>
      <w:r w:rsidRPr="007F220D">
        <w:rPr>
          <w:rFonts w:asciiTheme="minorHAnsi" w:hAnsiTheme="minorHAnsi" w:cstheme="minorHAnsi"/>
          <w:sz w:val="22"/>
          <w:szCs w:val="22"/>
        </w:rPr>
        <w:t xml:space="preserve">akceptujemy postanowienia zawarte </w:t>
      </w:r>
      <w:r>
        <w:rPr>
          <w:rFonts w:asciiTheme="minorHAnsi" w:hAnsiTheme="minorHAnsi" w:cstheme="minorHAnsi"/>
          <w:sz w:val="22"/>
          <w:szCs w:val="22"/>
        </w:rPr>
        <w:br/>
      </w:r>
      <w:r w:rsidRPr="007F220D">
        <w:rPr>
          <w:rFonts w:asciiTheme="minorHAnsi" w:hAnsiTheme="minorHAnsi" w:cstheme="minorHAnsi"/>
          <w:sz w:val="22"/>
          <w:szCs w:val="22"/>
        </w:rPr>
        <w:t>w Zapytaniu ofertowym;</w:t>
      </w:r>
    </w:p>
    <w:p w14:paraId="4166F900" w14:textId="77777777" w:rsidR="007B6AC9" w:rsidRPr="007F220D" w:rsidRDefault="007B6AC9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F220D">
        <w:rPr>
          <w:rFonts w:ascii="Calibri" w:hAnsi="Calibri" w:cs="Calibri"/>
          <w:sz w:val="22"/>
          <w:szCs w:val="22"/>
        </w:rPr>
        <w:t>zdobyłem/zdobyliśmy konieczne informacje do przygotowania oferty</w:t>
      </w:r>
      <w:r>
        <w:rPr>
          <w:rFonts w:ascii="Calibri" w:hAnsi="Calibri" w:cs="Calibri"/>
          <w:sz w:val="22"/>
          <w:szCs w:val="22"/>
        </w:rPr>
        <w:t>;</w:t>
      </w:r>
    </w:p>
    <w:p w14:paraId="266B3CC8" w14:textId="30CAD071" w:rsidR="007B6AC9" w:rsidRPr="007F220D" w:rsidRDefault="007B6AC9">
      <w:pPr>
        <w:pStyle w:val="Akapitzlist"/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F220D">
        <w:rPr>
          <w:rFonts w:ascii="Calibri" w:hAnsi="Calibri" w:cs="Calibri"/>
          <w:sz w:val="22"/>
          <w:szCs w:val="22"/>
        </w:rPr>
        <w:t>akceptuję/akceptujemy wymagany przez Zamawiającego termin wykonania przedmiotu zamówienia</w:t>
      </w:r>
      <w:r w:rsidR="00782816">
        <w:rPr>
          <w:rFonts w:ascii="Calibri" w:hAnsi="Calibri" w:cs="Calibri"/>
          <w:sz w:val="22"/>
          <w:szCs w:val="22"/>
        </w:rPr>
        <w:t>;</w:t>
      </w:r>
    </w:p>
    <w:p w14:paraId="7B079EF1" w14:textId="77777777" w:rsidR="007B6AC9" w:rsidRPr="007F220D" w:rsidRDefault="007B6AC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7F220D">
        <w:rPr>
          <w:rFonts w:ascii="Calibri" w:hAnsi="Calibri" w:cs="Calibri"/>
          <w:sz w:val="22"/>
          <w:szCs w:val="22"/>
        </w:rPr>
        <w:t>w cenie oferty zostały uwzględnione wszystkie koszty niezbędne do prawidłowego</w:t>
      </w:r>
      <w:r w:rsidRPr="007F220D">
        <w:rPr>
          <w:rFonts w:ascii="Calibri" w:hAnsi="Calibri" w:cs="Calibri"/>
          <w:b/>
          <w:sz w:val="22"/>
          <w:szCs w:val="22"/>
        </w:rPr>
        <w:t xml:space="preserve"> </w:t>
      </w:r>
      <w:r w:rsidRPr="007F220D">
        <w:rPr>
          <w:rFonts w:ascii="Calibri" w:hAnsi="Calibri" w:cs="Calibri"/>
          <w:sz w:val="22"/>
          <w:szCs w:val="22"/>
        </w:rPr>
        <w:t xml:space="preserve">wykonania zamówienia i realizacji przyszłego świadczenia umownego. Ponadto w ofercie nie została </w:t>
      </w:r>
      <w:r w:rsidRPr="007F220D">
        <w:rPr>
          <w:rFonts w:ascii="Calibri" w:hAnsi="Calibri" w:cs="Calibri"/>
          <w:sz w:val="22"/>
          <w:szCs w:val="22"/>
        </w:rPr>
        <w:lastRenderedPageBreak/>
        <w:t>zastosowana cena dumpingowa i oferta nie stanowi czynu nieuczciwej konkurencji,</w:t>
      </w:r>
      <w:r>
        <w:rPr>
          <w:rFonts w:ascii="Calibri" w:hAnsi="Calibri" w:cs="Calibri"/>
          <w:sz w:val="22"/>
          <w:szCs w:val="22"/>
        </w:rPr>
        <w:br/>
      </w:r>
      <w:r w:rsidRPr="007F220D">
        <w:rPr>
          <w:rFonts w:ascii="Calibri" w:hAnsi="Calibri" w:cs="Calibri"/>
          <w:sz w:val="22"/>
          <w:szCs w:val="22"/>
        </w:rPr>
        <w:t>zgodnie z art. 5-17 ustawy z dnia 16 kwietnia 1993 r. o zwalczaniu nieuczciwej konkurencji</w:t>
      </w:r>
      <w:r>
        <w:rPr>
          <w:rFonts w:ascii="Calibri" w:hAnsi="Calibri" w:cs="Calibri"/>
          <w:sz w:val="22"/>
          <w:szCs w:val="22"/>
        </w:rPr>
        <w:t>;</w:t>
      </w:r>
    </w:p>
    <w:p w14:paraId="6E697F08" w14:textId="7044C169" w:rsidR="007B6AC9" w:rsidRPr="00782816" w:rsidRDefault="00782816">
      <w:pPr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7B6AC9" w:rsidRPr="00782816">
        <w:rPr>
          <w:rFonts w:asciiTheme="minorHAnsi" w:hAnsiTheme="minorHAnsi" w:cstheme="minorHAnsi"/>
          <w:sz w:val="22"/>
          <w:szCs w:val="22"/>
        </w:rPr>
        <w:t>kceptuję/akceptujemy</w:t>
      </w:r>
      <w:r w:rsidR="00675E32" w:rsidRPr="00782816">
        <w:rPr>
          <w:rFonts w:asciiTheme="minorHAnsi" w:hAnsiTheme="minorHAnsi" w:cstheme="minorHAnsi"/>
          <w:sz w:val="22"/>
          <w:szCs w:val="22"/>
        </w:rPr>
        <w:t xml:space="preserve"> Istotne Poszanowania Umowy określone w załączniku nr 6 do niniejszego zapytania, </w:t>
      </w:r>
      <w:r w:rsidR="007B6AC9" w:rsidRPr="00782816">
        <w:rPr>
          <w:rFonts w:asciiTheme="minorHAnsi" w:hAnsiTheme="minorHAnsi" w:cstheme="minorHAnsi"/>
          <w:sz w:val="22"/>
          <w:szCs w:val="22"/>
        </w:rPr>
        <w:t>za</w:t>
      </w:r>
      <w:r w:rsidR="00675E32" w:rsidRPr="00782816">
        <w:rPr>
          <w:rFonts w:asciiTheme="minorHAnsi" w:hAnsiTheme="minorHAnsi" w:cstheme="minorHAnsi"/>
          <w:sz w:val="22"/>
          <w:szCs w:val="22"/>
        </w:rPr>
        <w:t>pisy w nim za</w:t>
      </w:r>
      <w:r w:rsidR="007B6AC9" w:rsidRPr="00782816">
        <w:rPr>
          <w:rFonts w:asciiTheme="minorHAnsi" w:hAnsiTheme="minorHAnsi" w:cstheme="minorHAnsi"/>
          <w:sz w:val="22"/>
          <w:szCs w:val="22"/>
        </w:rPr>
        <w:t>wart</w:t>
      </w:r>
      <w:r w:rsidR="00675E32" w:rsidRPr="00782816">
        <w:rPr>
          <w:rFonts w:asciiTheme="minorHAnsi" w:hAnsiTheme="minorHAnsi" w:cstheme="minorHAnsi"/>
          <w:sz w:val="22"/>
          <w:szCs w:val="22"/>
        </w:rPr>
        <w:t>e. W</w:t>
      </w:r>
      <w:r w:rsidR="007B6AC9" w:rsidRPr="00782816">
        <w:rPr>
          <w:rFonts w:asciiTheme="minorHAnsi" w:hAnsiTheme="minorHAnsi" w:cstheme="minorHAnsi"/>
          <w:sz w:val="22"/>
          <w:szCs w:val="22"/>
        </w:rPr>
        <w:t xml:space="preserve"> przypadku wyboru mojej/naszej oferty, </w:t>
      </w:r>
      <w:r w:rsidR="001369DC" w:rsidRPr="00782816">
        <w:rPr>
          <w:rFonts w:asciiTheme="minorHAnsi" w:hAnsiTheme="minorHAnsi" w:cstheme="minorHAnsi"/>
          <w:sz w:val="22"/>
          <w:szCs w:val="22"/>
        </w:rPr>
        <w:t xml:space="preserve">zobowiązuję się/ zobowiązujemy się </w:t>
      </w:r>
      <w:r w:rsidR="007B6AC9" w:rsidRPr="00782816">
        <w:rPr>
          <w:rFonts w:asciiTheme="minorHAnsi" w:hAnsiTheme="minorHAnsi" w:cstheme="minorHAnsi"/>
          <w:sz w:val="22"/>
          <w:szCs w:val="22"/>
        </w:rPr>
        <w:t xml:space="preserve">do zawarcia Umowy zgodnie z moją/naszą ofertą </w:t>
      </w:r>
      <w:r w:rsidR="001369DC" w:rsidRPr="00782816">
        <w:rPr>
          <w:rFonts w:asciiTheme="minorHAnsi" w:hAnsiTheme="minorHAnsi" w:cstheme="minorHAnsi"/>
          <w:sz w:val="22"/>
          <w:szCs w:val="22"/>
        </w:rPr>
        <w:t>wraz</w:t>
      </w:r>
      <w:r w:rsidR="007B6AC9" w:rsidRPr="00782816">
        <w:rPr>
          <w:rFonts w:asciiTheme="minorHAnsi" w:hAnsiTheme="minorHAnsi" w:cstheme="minorHAnsi"/>
          <w:sz w:val="22"/>
          <w:szCs w:val="22"/>
        </w:rPr>
        <w:t xml:space="preserve"> </w:t>
      </w:r>
      <w:r w:rsidR="00675E32" w:rsidRPr="00782816">
        <w:rPr>
          <w:rFonts w:asciiTheme="minorHAnsi" w:hAnsiTheme="minorHAnsi" w:cstheme="minorHAnsi"/>
          <w:sz w:val="22"/>
          <w:szCs w:val="22"/>
        </w:rPr>
        <w:t xml:space="preserve">z uwzględnieniem </w:t>
      </w:r>
      <w:r w:rsidR="007B6AC9" w:rsidRPr="00782816">
        <w:rPr>
          <w:rFonts w:asciiTheme="minorHAnsi" w:hAnsiTheme="minorHAnsi" w:cstheme="minorHAnsi"/>
          <w:sz w:val="22"/>
          <w:szCs w:val="22"/>
        </w:rPr>
        <w:t>warunk</w:t>
      </w:r>
      <w:r w:rsidR="00675E32" w:rsidRPr="00782816">
        <w:rPr>
          <w:rFonts w:asciiTheme="minorHAnsi" w:hAnsiTheme="minorHAnsi" w:cstheme="minorHAnsi"/>
          <w:sz w:val="22"/>
          <w:szCs w:val="22"/>
        </w:rPr>
        <w:t>ów</w:t>
      </w:r>
      <w:r w:rsidR="007B6AC9" w:rsidRPr="00782816">
        <w:rPr>
          <w:rFonts w:asciiTheme="minorHAnsi" w:hAnsiTheme="minorHAnsi" w:cstheme="minorHAnsi"/>
          <w:sz w:val="22"/>
          <w:szCs w:val="22"/>
        </w:rPr>
        <w:t xml:space="preserve"> określonych w</w:t>
      </w:r>
      <w:r w:rsidR="00675E32" w:rsidRPr="00782816">
        <w:rPr>
          <w:rFonts w:asciiTheme="minorHAnsi" w:hAnsiTheme="minorHAnsi" w:cstheme="minorHAnsi"/>
          <w:sz w:val="22"/>
          <w:szCs w:val="22"/>
        </w:rPr>
        <w:t xml:space="preserve"> załączniku nr 6 – Istotne Postanowienia Umowy</w:t>
      </w:r>
      <w:r w:rsidR="007B6AC9" w:rsidRPr="00782816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br/>
      </w:r>
      <w:r w:rsidR="007B6AC9" w:rsidRPr="00782816">
        <w:rPr>
          <w:rFonts w:asciiTheme="minorHAnsi" w:hAnsiTheme="minorHAnsi" w:cstheme="minorHAnsi"/>
          <w:sz w:val="22"/>
          <w:szCs w:val="22"/>
        </w:rPr>
        <w:t>w miejscu i terminie wyznaczonym przez Zamawiającego;</w:t>
      </w:r>
    </w:p>
    <w:p w14:paraId="603B3CEE" w14:textId="633394B3" w:rsidR="007B6AC9" w:rsidRPr="00E30C0A" w:rsidRDefault="00782816">
      <w:pPr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B6AC9" w:rsidRPr="00D31AE9">
        <w:rPr>
          <w:rFonts w:asciiTheme="minorHAnsi" w:hAnsiTheme="minorHAnsi" w:cstheme="minorHAnsi"/>
          <w:sz w:val="22"/>
          <w:szCs w:val="22"/>
        </w:rPr>
        <w:t>osiada</w:t>
      </w:r>
      <w:r w:rsidR="007B6AC9">
        <w:rPr>
          <w:rFonts w:asciiTheme="minorHAnsi" w:hAnsiTheme="minorHAnsi" w:cstheme="minorHAnsi"/>
          <w:sz w:val="22"/>
          <w:szCs w:val="22"/>
        </w:rPr>
        <w:t xml:space="preserve">my </w:t>
      </w:r>
      <w:r w:rsidR="007B6AC9" w:rsidRPr="00D31AE9">
        <w:rPr>
          <w:rFonts w:asciiTheme="minorHAnsi" w:hAnsiTheme="minorHAnsi" w:cstheme="minorHAnsi"/>
          <w:sz w:val="22"/>
          <w:szCs w:val="22"/>
        </w:rPr>
        <w:t>uprawnienia do wykonywania określonej działalności lub czynności będącej przedmiotem zamówienia (jeśli przepisy prawa wymagają obowiązek ich posiadania)</w:t>
      </w:r>
      <w:r w:rsidR="007B6AC9">
        <w:rPr>
          <w:rFonts w:asciiTheme="minorHAnsi" w:hAnsiTheme="minorHAnsi" w:cstheme="minorHAnsi"/>
          <w:sz w:val="22"/>
          <w:szCs w:val="22"/>
        </w:rPr>
        <w:t>;</w:t>
      </w:r>
    </w:p>
    <w:p w14:paraId="5B9D6D5F" w14:textId="77777777" w:rsidR="007B6AC9" w:rsidRDefault="007B6AC9">
      <w:pPr>
        <w:widowControl w:val="0"/>
        <w:numPr>
          <w:ilvl w:val="0"/>
          <w:numId w:val="4"/>
        </w:num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30C0A">
        <w:rPr>
          <w:rFonts w:asciiTheme="minorHAnsi" w:hAnsiTheme="minorHAnsi" w:cstheme="minorHAnsi"/>
          <w:sz w:val="22"/>
          <w:szCs w:val="22"/>
        </w:rPr>
        <w:t xml:space="preserve">wypełniliśmy obowiązki informacyjne przewidziane w art. 13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E30C0A">
        <w:rPr>
          <w:rFonts w:asciiTheme="minorHAnsi" w:hAnsiTheme="minorHAnsi" w:cstheme="minorHAnsi"/>
          <w:sz w:val="22"/>
          <w:szCs w:val="22"/>
        </w:rPr>
        <w:t xml:space="preserve"> art. 14 </w:t>
      </w:r>
      <w:r w:rsidRPr="00D0318D">
        <w:rPr>
          <w:rFonts w:asciiTheme="minorHAnsi" w:hAnsiTheme="minorHAnsi" w:cstheme="minorHAnsi"/>
          <w:sz w:val="22"/>
          <w:szCs w:val="22"/>
        </w:rPr>
        <w:t>RODO</w:t>
      </w:r>
      <w:r w:rsidRPr="00D0318D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D0318D">
        <w:rPr>
          <w:rFonts w:asciiTheme="minorHAnsi" w:hAnsiTheme="minorHAnsi" w:cstheme="minorHAnsi"/>
          <w:sz w:val="22"/>
          <w:szCs w:val="22"/>
        </w:rPr>
        <w:t xml:space="preserve"> </w:t>
      </w:r>
      <w:r w:rsidRPr="00E30C0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celu ubiegania się o udzielenie zamówienia w niniejszym postępowaniu.*</w:t>
      </w:r>
    </w:p>
    <w:p w14:paraId="4179B977" w14:textId="77777777" w:rsidR="007B6AC9" w:rsidRPr="00E30C0A" w:rsidRDefault="007B6AC9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lang w:val="pl-PL" w:eastAsia="en-US"/>
        </w:rPr>
      </w:pPr>
      <w:r w:rsidRPr="00E30C0A">
        <w:rPr>
          <w:rFonts w:asciiTheme="minorHAnsi" w:hAnsiTheme="minorHAnsi" w:cstheme="minorHAnsi"/>
          <w:lang w:val="pl-PL" w:eastAsia="en-US"/>
        </w:rPr>
        <w:t>zrealizujemy zamówienie zgodnie z Oświadczeniami zawartymi w naszej ofercie.</w:t>
      </w:r>
    </w:p>
    <w:p w14:paraId="521C83C7" w14:textId="77777777" w:rsidR="007B6AC9" w:rsidRPr="00394151" w:rsidRDefault="007B6AC9">
      <w:pPr>
        <w:pStyle w:val="Akapitzlist"/>
        <w:numPr>
          <w:ilvl w:val="0"/>
          <w:numId w:val="4"/>
        </w:numPr>
        <w:ind w:left="714" w:hanging="357"/>
        <w:rPr>
          <w:rFonts w:asciiTheme="minorHAnsi" w:hAnsiTheme="minorHAnsi" w:cstheme="minorHAnsi"/>
          <w:sz w:val="22"/>
          <w:szCs w:val="22"/>
        </w:rPr>
      </w:pPr>
      <w:r w:rsidRPr="00394151">
        <w:rPr>
          <w:rFonts w:ascii="Calibri" w:hAnsi="Calibri" w:cs="Calibri"/>
          <w:sz w:val="22"/>
          <w:szCs w:val="22"/>
        </w:rPr>
        <w:t>wszystkie informacje zamieszczone w Ofercie są prawdziwe (za składanie nieprawdziwych informacji Wykonawca odpowiada zgodnie z art. 297 Kodeksu Karnego).</w:t>
      </w:r>
    </w:p>
    <w:p w14:paraId="2AF843BC" w14:textId="77777777" w:rsidR="007B6AC9" w:rsidRPr="00E30C0A" w:rsidRDefault="007B6AC9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E30C0A">
        <w:rPr>
          <w:rFonts w:asciiTheme="minorHAnsi" w:hAnsiTheme="minorHAnsi" w:cstheme="minorHAnsi"/>
          <w:bCs/>
          <w:lang w:val="pl-PL"/>
        </w:rPr>
        <w:t xml:space="preserve">informacje zawarte na stronach ……………. zastrzegamy jako tajemnica przedsiębiorstwa </w:t>
      </w:r>
      <w:r>
        <w:rPr>
          <w:rFonts w:asciiTheme="minorHAnsi" w:hAnsiTheme="minorHAnsi" w:cstheme="minorHAnsi"/>
          <w:bCs/>
          <w:lang w:val="pl-PL"/>
        </w:rPr>
        <w:br/>
      </w:r>
      <w:r w:rsidRPr="00E30C0A">
        <w:rPr>
          <w:rFonts w:asciiTheme="minorHAnsi" w:hAnsiTheme="minorHAnsi" w:cstheme="minorHAnsi"/>
          <w:bCs/>
          <w:lang w:val="pl-PL"/>
        </w:rPr>
        <w:t xml:space="preserve">w rozumieniu przepisów o zwalczaniu nieuczciwej konkurencji. Zastrzeżone informacje stanowią tajemnicę przedsiębiorstwa ponieważ (wskazać szczegółowe uzasadnienie) </w:t>
      </w:r>
    </w:p>
    <w:p w14:paraId="0EE2ABB3" w14:textId="338CDD3A" w:rsidR="007B6AC9" w:rsidRDefault="007B6AC9" w:rsidP="00047C56">
      <w:pPr>
        <w:pStyle w:val="normaltableau"/>
        <w:spacing w:before="0" w:after="0"/>
        <w:ind w:left="708"/>
        <w:rPr>
          <w:rFonts w:asciiTheme="minorHAnsi" w:hAnsiTheme="minorHAnsi" w:cstheme="minorHAnsi"/>
          <w:bCs/>
          <w:lang w:val="pl-PL"/>
        </w:rPr>
      </w:pPr>
      <w:r w:rsidRPr="00E30C0A">
        <w:rPr>
          <w:rFonts w:asciiTheme="minorHAnsi" w:hAnsiTheme="minorHAnsi" w:cstheme="minorHAnsi"/>
          <w:bCs/>
          <w:lang w:val="pl-PL"/>
        </w:rPr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lang w:val="pl-PL"/>
        </w:rPr>
        <w:t>…………….</w:t>
      </w:r>
      <w:r w:rsidRPr="00E30C0A">
        <w:rPr>
          <w:rFonts w:asciiTheme="minorHAnsi" w:hAnsiTheme="minorHAnsi" w:cstheme="minorHAnsi"/>
          <w:bCs/>
          <w:lang w:val="pl-PL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lang w:val="pl-PL"/>
        </w:rPr>
        <w:t>….</w:t>
      </w:r>
    </w:p>
    <w:p w14:paraId="28E19CE3" w14:textId="77777777" w:rsidR="007B6AC9" w:rsidRDefault="007B6AC9">
      <w:pPr>
        <w:pStyle w:val="normaltableau"/>
        <w:numPr>
          <w:ilvl w:val="0"/>
          <w:numId w:val="4"/>
        </w:numPr>
        <w:spacing w:before="0" w:after="0"/>
        <w:rPr>
          <w:rFonts w:asciiTheme="minorHAnsi" w:hAnsiTheme="minorHAnsi" w:cstheme="minorHAnsi"/>
          <w:bCs/>
          <w:lang w:val="pl-PL"/>
        </w:rPr>
      </w:pPr>
      <w:r>
        <w:rPr>
          <w:rFonts w:asciiTheme="minorHAnsi" w:hAnsiTheme="minorHAnsi" w:cstheme="minorHAnsi"/>
          <w:bCs/>
          <w:lang w:val="pl-PL"/>
        </w:rPr>
        <w:t>W załączeniu przedkładamy:</w:t>
      </w:r>
    </w:p>
    <w:p w14:paraId="724C8668" w14:textId="77777777" w:rsidR="007B6AC9" w:rsidRDefault="007B6AC9">
      <w:pPr>
        <w:pStyle w:val="normaltableau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D15F0B">
        <w:rPr>
          <w:rFonts w:asciiTheme="minorHAnsi" w:hAnsiTheme="minorHAnsi" w:cstheme="minorHAnsi"/>
          <w:bCs/>
          <w:lang w:val="pl-PL"/>
        </w:rPr>
        <w:t>....................................................................................</w:t>
      </w:r>
    </w:p>
    <w:p w14:paraId="7CCD2ABB" w14:textId="77777777" w:rsidR="007B6AC9" w:rsidRDefault="007B6AC9">
      <w:pPr>
        <w:pStyle w:val="normaltableau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394151">
        <w:rPr>
          <w:rFonts w:asciiTheme="minorHAnsi" w:hAnsiTheme="minorHAnsi" w:cstheme="minorHAnsi"/>
          <w:bCs/>
          <w:lang w:val="pl-PL"/>
        </w:rPr>
        <w:t>....................................................................................</w:t>
      </w:r>
    </w:p>
    <w:p w14:paraId="65ED37F3" w14:textId="77777777" w:rsidR="007B6AC9" w:rsidRDefault="007B6AC9">
      <w:pPr>
        <w:pStyle w:val="normaltableau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394151">
        <w:rPr>
          <w:rFonts w:asciiTheme="minorHAnsi" w:hAnsiTheme="minorHAnsi" w:cstheme="minorHAnsi"/>
          <w:bCs/>
          <w:lang w:val="pl-PL"/>
        </w:rPr>
        <w:t>....................................................................................</w:t>
      </w:r>
    </w:p>
    <w:p w14:paraId="58885465" w14:textId="77777777" w:rsidR="007B6AC9" w:rsidRDefault="007B6AC9">
      <w:pPr>
        <w:pStyle w:val="normaltableau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394151">
        <w:rPr>
          <w:rFonts w:asciiTheme="minorHAnsi" w:hAnsiTheme="minorHAnsi" w:cstheme="minorHAnsi"/>
          <w:bCs/>
          <w:lang w:val="pl-PL"/>
        </w:rPr>
        <w:t>....................................................................................</w:t>
      </w:r>
    </w:p>
    <w:p w14:paraId="1B044B6D" w14:textId="667509E9" w:rsidR="001369DC" w:rsidRPr="001369DC" w:rsidRDefault="007B6AC9">
      <w:pPr>
        <w:pStyle w:val="normaltableau"/>
        <w:numPr>
          <w:ilvl w:val="0"/>
          <w:numId w:val="5"/>
        </w:numPr>
        <w:spacing w:before="0" w:after="0"/>
        <w:rPr>
          <w:rFonts w:asciiTheme="minorHAnsi" w:hAnsiTheme="minorHAnsi" w:cstheme="minorHAnsi"/>
          <w:bCs/>
          <w:lang w:val="pl-PL"/>
        </w:rPr>
      </w:pPr>
      <w:r w:rsidRPr="00394151">
        <w:rPr>
          <w:rFonts w:asciiTheme="minorHAnsi" w:hAnsiTheme="minorHAnsi" w:cstheme="minorHAnsi"/>
          <w:bCs/>
          <w:lang w:val="pl-PL"/>
        </w:rPr>
        <w:t>...................................................................................</w:t>
      </w:r>
    </w:p>
    <w:p w14:paraId="620FB274" w14:textId="77777777" w:rsidR="003C7327" w:rsidRPr="003C7327" w:rsidRDefault="003C7327" w:rsidP="003C7327">
      <w:pPr>
        <w:pStyle w:val="normaltableau"/>
        <w:spacing w:before="0" w:after="0"/>
        <w:rPr>
          <w:rFonts w:asciiTheme="minorHAnsi" w:hAnsiTheme="minorHAnsi" w:cstheme="minorHAnsi"/>
          <w:bCs/>
          <w:lang w:val="pl-PL"/>
        </w:rPr>
      </w:pPr>
    </w:p>
    <w:p w14:paraId="45D0050D" w14:textId="77777777" w:rsidR="003C7327" w:rsidRPr="00D46432" w:rsidRDefault="003C7327" w:rsidP="003C7327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____________________________</w:t>
      </w:r>
      <w:r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 _______________________________</w:t>
      </w:r>
    </w:p>
    <w:p w14:paraId="585E9475" w14:textId="77777777" w:rsidR="003C7327" w:rsidRDefault="003C7327" w:rsidP="003C7327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Pr="00BB6664">
        <w:rPr>
          <w:rFonts w:asciiTheme="minorHAnsi" w:eastAsia="Calibri" w:hAnsiTheme="minorHAnsi" w:cstheme="minorHAnsi"/>
          <w:i/>
          <w:sz w:val="18"/>
          <w:szCs w:val="18"/>
        </w:rPr>
        <w:t>miejscowość i data</w:t>
      </w:r>
      <w:r w:rsidRPr="00BB6664">
        <w:rPr>
          <w:rFonts w:asciiTheme="minorHAnsi" w:eastAsia="Calibri" w:hAnsiTheme="minorHAnsi" w:cstheme="minorHAnsi"/>
          <w:i/>
          <w:sz w:val="18"/>
          <w:szCs w:val="18"/>
        </w:rPr>
        <w:tab/>
        <w:t xml:space="preserve">      </w:t>
      </w:r>
      <w:r w:rsidRPr="00FB7595">
        <w:rPr>
          <w:rFonts w:asciiTheme="minorHAnsi" w:eastAsia="Calibri" w:hAnsiTheme="minorHAnsi" w:cstheme="minorHAnsi"/>
          <w:i/>
          <w:sz w:val="18"/>
          <w:szCs w:val="18"/>
        </w:rPr>
        <w:t xml:space="preserve">     podpisy osób upoważnionych do składania </w:t>
      </w:r>
      <w:r>
        <w:rPr>
          <w:rFonts w:asciiTheme="minorHAnsi" w:eastAsia="Calibri" w:hAnsiTheme="minorHAnsi" w:cstheme="minorHAnsi"/>
          <w:i/>
          <w:sz w:val="18"/>
          <w:szCs w:val="18"/>
        </w:rPr>
        <w:t xml:space="preserve">     </w:t>
      </w:r>
    </w:p>
    <w:p w14:paraId="16924477" w14:textId="1E3C1A67" w:rsidR="003C7327" w:rsidRPr="00694456" w:rsidRDefault="003C7327" w:rsidP="00694456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ab/>
      </w:r>
      <w:r>
        <w:rPr>
          <w:rFonts w:asciiTheme="minorHAnsi" w:eastAsia="Calibri" w:hAnsiTheme="minorHAnsi" w:cstheme="minorHAnsi"/>
          <w:i/>
          <w:sz w:val="18"/>
          <w:szCs w:val="18"/>
        </w:rPr>
        <w:tab/>
      </w:r>
      <w:r>
        <w:rPr>
          <w:rFonts w:asciiTheme="minorHAnsi" w:eastAsia="Calibri" w:hAnsiTheme="minorHAnsi" w:cstheme="minorHAnsi"/>
          <w:i/>
          <w:sz w:val="18"/>
          <w:szCs w:val="18"/>
        </w:rPr>
        <w:tab/>
        <w:t xml:space="preserve">    </w:t>
      </w:r>
      <w:r w:rsidRPr="00FB7595">
        <w:rPr>
          <w:rFonts w:asciiTheme="minorHAnsi" w:eastAsia="Calibri" w:hAnsiTheme="minorHAnsi" w:cstheme="minorHAnsi"/>
          <w:i/>
          <w:sz w:val="18"/>
          <w:szCs w:val="18"/>
        </w:rPr>
        <w:t>oświadczeń woli w imieniu Wykonaw</w:t>
      </w:r>
      <w:r w:rsidR="00694456">
        <w:rPr>
          <w:rFonts w:asciiTheme="minorHAnsi" w:eastAsia="Calibri" w:hAnsiTheme="minorHAnsi" w:cstheme="minorHAnsi"/>
          <w:i/>
          <w:sz w:val="18"/>
          <w:szCs w:val="18"/>
        </w:rPr>
        <w:t>cy</w:t>
      </w:r>
    </w:p>
    <w:p w14:paraId="721853C8" w14:textId="77777777" w:rsidR="003C7327" w:rsidRDefault="003C7327" w:rsidP="006C5656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</w:p>
    <w:p w14:paraId="0A835014" w14:textId="77777777" w:rsidR="003F3614" w:rsidRDefault="003F3614" w:rsidP="006C5656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</w:p>
    <w:p w14:paraId="5063F79C" w14:textId="6AA3D7A5" w:rsidR="006C5656" w:rsidRPr="00EF525A" w:rsidRDefault="006C5656" w:rsidP="006C5656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EF525A">
        <w:rPr>
          <w:rFonts w:asciiTheme="minorHAnsi" w:hAnsiTheme="minorHAnsi" w:cstheme="minorHAnsi"/>
          <w:i/>
          <w:sz w:val="16"/>
          <w:szCs w:val="16"/>
          <w:u w:val="single"/>
        </w:rPr>
        <w:t>Informacja dla wykonawcy:</w:t>
      </w:r>
    </w:p>
    <w:p w14:paraId="4A0DFFE4" w14:textId="41C401D3" w:rsidR="00BC0160" w:rsidRDefault="006C5656" w:rsidP="00EF525A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F525A">
        <w:rPr>
          <w:rFonts w:asciiTheme="minorHAnsi" w:hAnsiTheme="minorHAnsi" w:cstheme="minorHAnsi"/>
          <w:i/>
          <w:sz w:val="16"/>
          <w:szCs w:val="16"/>
        </w:rPr>
        <w:t>Formularz oferty musi być podpisany przez osobę lub osoby uprawnione do reprezentowania firmy i przedłożony wraz z dokumentem (-</w:t>
      </w:r>
      <w:proofErr w:type="spellStart"/>
      <w:r w:rsidRPr="00EF525A">
        <w:rPr>
          <w:rFonts w:asciiTheme="minorHAnsi" w:hAnsiTheme="minorHAnsi" w:cstheme="minorHAnsi"/>
          <w:i/>
          <w:sz w:val="16"/>
          <w:szCs w:val="16"/>
        </w:rPr>
        <w:t>ami</w:t>
      </w:r>
      <w:proofErr w:type="spellEnd"/>
      <w:r w:rsidRPr="00EF525A">
        <w:rPr>
          <w:rFonts w:asciiTheme="minorHAnsi" w:hAnsiTheme="minorHAnsi" w:cstheme="minorHAnsi"/>
          <w:i/>
          <w:sz w:val="16"/>
          <w:szCs w:val="16"/>
        </w:rPr>
        <w:t>) potwierdzającymi prawo do reprezentacji wykonawcy przez osobę podpisującą ofertę</w:t>
      </w:r>
      <w:r w:rsidR="00394151">
        <w:rPr>
          <w:rFonts w:asciiTheme="minorHAnsi" w:hAnsiTheme="minorHAnsi" w:cstheme="minorHAnsi"/>
          <w:i/>
          <w:sz w:val="16"/>
          <w:szCs w:val="16"/>
        </w:rPr>
        <w:t>.</w:t>
      </w:r>
    </w:p>
    <w:p w14:paraId="2A51991A" w14:textId="77777777" w:rsidR="00394151" w:rsidRPr="00EF525A" w:rsidRDefault="00394151" w:rsidP="00EF525A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F490F0" w14:textId="18AA22E3" w:rsidR="00E30C0A" w:rsidRPr="003F3614" w:rsidRDefault="006C5656" w:rsidP="00BC0160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* w przypadku, gdy wykonawca nie przekazuje danych osobowych innych niż bezpośrednio jego</w:t>
      </w:r>
      <w:r w:rsidR="00BC0160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dotyczących lub zachodzi wyłączenie</w:t>
      </w:r>
      <w:r w:rsidR="00E30C0A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</w:p>
    <w:p w14:paraId="028D0E1A" w14:textId="77777777" w:rsidR="00E30C0A" w:rsidRPr="003F3614" w:rsidRDefault="006C5656" w:rsidP="00E30C0A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stosowania obowiązku</w:t>
      </w:r>
      <w:r w:rsidR="00E30C0A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informacyjnego, stosownie do art. 13 ust. 4 lub art. 14 ust. 5 RODO treści oświadczenia wykonawca nie składa</w:t>
      </w:r>
      <w:r w:rsidR="00E30C0A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</w:p>
    <w:p w14:paraId="6FFEF8DC" w14:textId="1F4270EB" w:rsidR="004F15F7" w:rsidRDefault="006C5656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(usunięcie treści oświadczenia następuje</w:t>
      </w:r>
      <w:r w:rsidR="00E30C0A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np. przez</w:t>
      </w:r>
      <w:r w:rsidR="00BC0160"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 xml:space="preserve"> </w:t>
      </w:r>
      <w:r w:rsidRPr="003F3614">
        <w:rPr>
          <w:rFonts w:asciiTheme="minorHAnsi" w:hAnsiTheme="minorHAnsi" w:cstheme="minorHAnsi"/>
          <w:i/>
          <w:sz w:val="16"/>
          <w:szCs w:val="16"/>
          <w:lang w:eastAsia="en-US"/>
        </w:rPr>
        <w:t>jego wykreślenie)</w:t>
      </w:r>
    </w:p>
    <w:p w14:paraId="00319BDC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2AA28D52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59F067B0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4191AB17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754281B7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606FA60C" w14:textId="77777777" w:rsid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eastAsia="en-US"/>
        </w:rPr>
      </w:pPr>
    </w:p>
    <w:p w14:paraId="1C812BD9" w14:textId="2FC3F642" w:rsidR="004038CA" w:rsidRPr="004038CA" w:rsidRDefault="004038CA" w:rsidP="003F3614">
      <w:pPr>
        <w:pStyle w:val="NormalnyWeb"/>
        <w:spacing w:before="0" w:beforeAutospacing="0" w:after="0" w:afterAutospacing="0"/>
        <w:ind w:left="709" w:hanging="709"/>
        <w:jc w:val="both"/>
        <w:rPr>
          <w:rFonts w:asciiTheme="minorHAnsi" w:hAnsiTheme="minorHAnsi" w:cstheme="minorHAnsi"/>
          <w:iCs/>
          <w:color w:val="FF0000"/>
          <w:sz w:val="20"/>
          <w:szCs w:val="20"/>
          <w:lang w:eastAsia="en-US"/>
        </w:rPr>
      </w:pPr>
    </w:p>
    <w:sectPr w:rsidR="004038CA" w:rsidRPr="004038CA" w:rsidSect="001E118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C824D9" w16cex:dateUtc="2025-11-05T09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C64F" w14:textId="77777777" w:rsidR="00BD52CC" w:rsidRDefault="00BD52CC">
      <w:r>
        <w:separator/>
      </w:r>
    </w:p>
  </w:endnote>
  <w:endnote w:type="continuationSeparator" w:id="0">
    <w:p w14:paraId="561DB2FF" w14:textId="77777777" w:rsidR="00BD52CC" w:rsidRDefault="00BD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94A86" w14:textId="77777777" w:rsidR="00BD52CC" w:rsidRDefault="00BD52CC">
      <w:r>
        <w:separator/>
      </w:r>
    </w:p>
  </w:footnote>
  <w:footnote w:type="continuationSeparator" w:id="0">
    <w:p w14:paraId="07FBC2F2" w14:textId="77777777" w:rsidR="00BD52CC" w:rsidRDefault="00BD52CC">
      <w:r>
        <w:continuationSeparator/>
      </w:r>
    </w:p>
  </w:footnote>
  <w:footnote w:id="1">
    <w:p w14:paraId="1888E0C7" w14:textId="77777777" w:rsidR="007B6AC9" w:rsidRPr="00463F79" w:rsidRDefault="007B6AC9" w:rsidP="007B6AC9">
      <w:pPr>
        <w:pStyle w:val="Tekstprzypisudolneg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EF525A">
        <w:rPr>
          <w:rStyle w:val="Odwoanieprzypisudolnego"/>
          <w:rFonts w:asciiTheme="minorHAnsi" w:hAnsiTheme="minorHAnsi" w:cstheme="minorHAnsi"/>
          <w:i/>
          <w:iCs/>
        </w:rPr>
        <w:footnoteRef/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EF525A">
        <w:rPr>
          <w:rFonts w:asciiTheme="minorHAnsi" w:hAnsiTheme="minorHAnsi" w:cstheme="minorHAnsi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 z </w:t>
      </w:r>
      <w:proofErr w:type="spellStart"/>
      <w:r w:rsidRPr="00EF525A">
        <w:rPr>
          <w:rFonts w:asciiTheme="minorHAnsi" w:hAnsiTheme="minorHAnsi" w:cstheme="minorHAnsi"/>
          <w:i/>
          <w:iCs/>
          <w:sz w:val="16"/>
          <w:szCs w:val="16"/>
        </w:rPr>
        <w:t>późn</w:t>
      </w:r>
      <w:proofErr w:type="spellEnd"/>
      <w:r w:rsidRPr="00EF525A">
        <w:rPr>
          <w:rFonts w:asciiTheme="minorHAnsi" w:hAnsiTheme="minorHAnsi" w:cstheme="minorHAnsi"/>
          <w:i/>
          <w:iCs/>
          <w:sz w:val="16"/>
          <w:szCs w:val="16"/>
        </w:rPr>
        <w:t xml:space="preserve">. zm. – dalej: RODO).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09BE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F6CC3" w14:textId="402422DA" w:rsidR="000174EA" w:rsidRPr="001D3D3F" w:rsidRDefault="001D3D3F" w:rsidP="001D3D3F">
    <w:pPr>
      <w:pStyle w:val="Nagwek"/>
    </w:pPr>
    <w:r w:rsidRPr="000D08E3">
      <w:rPr>
        <w:noProof/>
      </w:rPr>
      <w:drawing>
        <wp:inline distT="0" distB="0" distL="0" distR="0" wp14:anchorId="4559DE23" wp14:editId="285B7D8C">
          <wp:extent cx="5759450" cy="732628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3841EA4"/>
    <w:multiLevelType w:val="hybridMultilevel"/>
    <w:tmpl w:val="FBF6C9D6"/>
    <w:lvl w:ilvl="0" w:tplc="9AEE1868">
      <w:start w:val="1"/>
      <w:numFmt w:val="upperLetter"/>
      <w:lvlText w:val="%1."/>
      <w:lvlJc w:val="left"/>
      <w:pPr>
        <w:ind w:left="360" w:hanging="360"/>
      </w:pPr>
      <w:rPr>
        <w:b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7F0A99"/>
    <w:multiLevelType w:val="hybridMultilevel"/>
    <w:tmpl w:val="8020A9BE"/>
    <w:lvl w:ilvl="0" w:tplc="1F44B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C21F1"/>
    <w:multiLevelType w:val="multilevel"/>
    <w:tmpl w:val="986879FA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51146"/>
    <w:multiLevelType w:val="hybridMultilevel"/>
    <w:tmpl w:val="DF3C9DAA"/>
    <w:lvl w:ilvl="0" w:tplc="DC927B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3A0B59"/>
    <w:multiLevelType w:val="hybridMultilevel"/>
    <w:tmpl w:val="0F1CE846"/>
    <w:lvl w:ilvl="0" w:tplc="5F1893A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B428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206845"/>
    <w:multiLevelType w:val="hybridMultilevel"/>
    <w:tmpl w:val="73725FBA"/>
    <w:lvl w:ilvl="0" w:tplc="41E8F3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FC5E6F"/>
    <w:multiLevelType w:val="hybridMultilevel"/>
    <w:tmpl w:val="44F863B8"/>
    <w:lvl w:ilvl="0" w:tplc="1F44BC0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54C6391"/>
    <w:multiLevelType w:val="hybridMultilevel"/>
    <w:tmpl w:val="29F03D7E"/>
    <w:lvl w:ilvl="0" w:tplc="86D07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/>
        <w:iCs/>
        <w:color w:val="auto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B1884"/>
    <w:multiLevelType w:val="hybridMultilevel"/>
    <w:tmpl w:val="8E861A3A"/>
    <w:lvl w:ilvl="0" w:tplc="709ED41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3"/>
  </w:num>
  <w:num w:numId="10">
    <w:abstractNumId w:val="8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0117"/>
    <w:rsid w:val="00011124"/>
    <w:rsid w:val="0001608E"/>
    <w:rsid w:val="000174EA"/>
    <w:rsid w:val="00031C26"/>
    <w:rsid w:val="00031F4A"/>
    <w:rsid w:val="000364DF"/>
    <w:rsid w:val="000366AB"/>
    <w:rsid w:val="00047C56"/>
    <w:rsid w:val="000501C1"/>
    <w:rsid w:val="00053637"/>
    <w:rsid w:val="00056E1E"/>
    <w:rsid w:val="0005773E"/>
    <w:rsid w:val="000614B4"/>
    <w:rsid w:val="00061F20"/>
    <w:rsid w:val="00072526"/>
    <w:rsid w:val="00080D83"/>
    <w:rsid w:val="00093A35"/>
    <w:rsid w:val="000A3836"/>
    <w:rsid w:val="000B0D8A"/>
    <w:rsid w:val="000C7B45"/>
    <w:rsid w:val="000D0D23"/>
    <w:rsid w:val="000D283E"/>
    <w:rsid w:val="000D4F0B"/>
    <w:rsid w:val="000F4973"/>
    <w:rsid w:val="00107279"/>
    <w:rsid w:val="00120BC8"/>
    <w:rsid w:val="00124D4A"/>
    <w:rsid w:val="001304E7"/>
    <w:rsid w:val="00130B23"/>
    <w:rsid w:val="001369DC"/>
    <w:rsid w:val="001520FF"/>
    <w:rsid w:val="00182640"/>
    <w:rsid w:val="00182C9F"/>
    <w:rsid w:val="001838D7"/>
    <w:rsid w:val="00186888"/>
    <w:rsid w:val="001958EF"/>
    <w:rsid w:val="001A02A1"/>
    <w:rsid w:val="001A081C"/>
    <w:rsid w:val="001A3D33"/>
    <w:rsid w:val="001B210F"/>
    <w:rsid w:val="001B4DC3"/>
    <w:rsid w:val="001B7D34"/>
    <w:rsid w:val="001B7DBD"/>
    <w:rsid w:val="001C4915"/>
    <w:rsid w:val="001D059A"/>
    <w:rsid w:val="001D3D3F"/>
    <w:rsid w:val="001E118E"/>
    <w:rsid w:val="001F5F3F"/>
    <w:rsid w:val="0021666A"/>
    <w:rsid w:val="00220BEF"/>
    <w:rsid w:val="0022251E"/>
    <w:rsid w:val="00241C1F"/>
    <w:rsid w:val="002425AE"/>
    <w:rsid w:val="002529E4"/>
    <w:rsid w:val="0025346E"/>
    <w:rsid w:val="00270072"/>
    <w:rsid w:val="0027061C"/>
    <w:rsid w:val="0029154B"/>
    <w:rsid w:val="002B0308"/>
    <w:rsid w:val="002C6347"/>
    <w:rsid w:val="002C7F04"/>
    <w:rsid w:val="002E1A52"/>
    <w:rsid w:val="002E2028"/>
    <w:rsid w:val="002F49CD"/>
    <w:rsid w:val="003072D8"/>
    <w:rsid w:val="00315901"/>
    <w:rsid w:val="00317F7F"/>
    <w:rsid w:val="00320AAC"/>
    <w:rsid w:val="00325198"/>
    <w:rsid w:val="00326088"/>
    <w:rsid w:val="00350688"/>
    <w:rsid w:val="00350B38"/>
    <w:rsid w:val="003526F5"/>
    <w:rsid w:val="0035482A"/>
    <w:rsid w:val="003619F2"/>
    <w:rsid w:val="00365820"/>
    <w:rsid w:val="00372A32"/>
    <w:rsid w:val="00382D24"/>
    <w:rsid w:val="00383C16"/>
    <w:rsid w:val="00394151"/>
    <w:rsid w:val="0039481F"/>
    <w:rsid w:val="0039693E"/>
    <w:rsid w:val="003C4184"/>
    <w:rsid w:val="003C554F"/>
    <w:rsid w:val="003C7327"/>
    <w:rsid w:val="003E29EC"/>
    <w:rsid w:val="003F3614"/>
    <w:rsid w:val="0040149C"/>
    <w:rsid w:val="004038CA"/>
    <w:rsid w:val="00414478"/>
    <w:rsid w:val="0041524D"/>
    <w:rsid w:val="00433DC8"/>
    <w:rsid w:val="00440CC4"/>
    <w:rsid w:val="004430F4"/>
    <w:rsid w:val="00463F79"/>
    <w:rsid w:val="00464281"/>
    <w:rsid w:val="00471637"/>
    <w:rsid w:val="0048182F"/>
    <w:rsid w:val="00481A01"/>
    <w:rsid w:val="0048548B"/>
    <w:rsid w:val="00486EF6"/>
    <w:rsid w:val="004873B3"/>
    <w:rsid w:val="00492BD3"/>
    <w:rsid w:val="0049437B"/>
    <w:rsid w:val="004B38AD"/>
    <w:rsid w:val="004B6CE3"/>
    <w:rsid w:val="004B70BD"/>
    <w:rsid w:val="004C303B"/>
    <w:rsid w:val="004D5EA0"/>
    <w:rsid w:val="004D6B1B"/>
    <w:rsid w:val="004F15F7"/>
    <w:rsid w:val="004F2005"/>
    <w:rsid w:val="005038B5"/>
    <w:rsid w:val="00511CCE"/>
    <w:rsid w:val="00517E37"/>
    <w:rsid w:val="0052111D"/>
    <w:rsid w:val="005266B7"/>
    <w:rsid w:val="00530106"/>
    <w:rsid w:val="005434A7"/>
    <w:rsid w:val="005616A9"/>
    <w:rsid w:val="00565C33"/>
    <w:rsid w:val="005760A9"/>
    <w:rsid w:val="00585827"/>
    <w:rsid w:val="00587D71"/>
    <w:rsid w:val="00594464"/>
    <w:rsid w:val="00594873"/>
    <w:rsid w:val="00595164"/>
    <w:rsid w:val="00597554"/>
    <w:rsid w:val="005A207D"/>
    <w:rsid w:val="005E3581"/>
    <w:rsid w:val="006017A8"/>
    <w:rsid w:val="00602B53"/>
    <w:rsid w:val="0061443A"/>
    <w:rsid w:val="0061512C"/>
    <w:rsid w:val="0061767F"/>
    <w:rsid w:val="00621CED"/>
    <w:rsid w:val="00622781"/>
    <w:rsid w:val="0062558B"/>
    <w:rsid w:val="006339F9"/>
    <w:rsid w:val="0064059D"/>
    <w:rsid w:val="00640BFF"/>
    <w:rsid w:val="00654A0D"/>
    <w:rsid w:val="0066032A"/>
    <w:rsid w:val="00661943"/>
    <w:rsid w:val="00665A91"/>
    <w:rsid w:val="00675E32"/>
    <w:rsid w:val="00683DB2"/>
    <w:rsid w:val="0068744A"/>
    <w:rsid w:val="00694456"/>
    <w:rsid w:val="0069621B"/>
    <w:rsid w:val="006B22E5"/>
    <w:rsid w:val="006B4267"/>
    <w:rsid w:val="006C5656"/>
    <w:rsid w:val="006F0C63"/>
    <w:rsid w:val="006F209E"/>
    <w:rsid w:val="00715592"/>
    <w:rsid w:val="00723307"/>
    <w:rsid w:val="00727F94"/>
    <w:rsid w:val="007337EB"/>
    <w:rsid w:val="00733A90"/>
    <w:rsid w:val="00745D18"/>
    <w:rsid w:val="007477D5"/>
    <w:rsid w:val="00757087"/>
    <w:rsid w:val="00764338"/>
    <w:rsid w:val="00764E2D"/>
    <w:rsid w:val="00776530"/>
    <w:rsid w:val="0078265B"/>
    <w:rsid w:val="00782816"/>
    <w:rsid w:val="00791DB3"/>
    <w:rsid w:val="00791E8E"/>
    <w:rsid w:val="007A0109"/>
    <w:rsid w:val="007A115A"/>
    <w:rsid w:val="007A3FC6"/>
    <w:rsid w:val="007A5CCE"/>
    <w:rsid w:val="007B2500"/>
    <w:rsid w:val="007B407C"/>
    <w:rsid w:val="007B5688"/>
    <w:rsid w:val="007B6AC9"/>
    <w:rsid w:val="007C4D2B"/>
    <w:rsid w:val="007D1C17"/>
    <w:rsid w:val="007D56FC"/>
    <w:rsid w:val="007D61D6"/>
    <w:rsid w:val="007E1B19"/>
    <w:rsid w:val="007F220D"/>
    <w:rsid w:val="007F3623"/>
    <w:rsid w:val="008016FE"/>
    <w:rsid w:val="00814510"/>
    <w:rsid w:val="00817357"/>
    <w:rsid w:val="0082048F"/>
    <w:rsid w:val="00827311"/>
    <w:rsid w:val="00834BB4"/>
    <w:rsid w:val="00835187"/>
    <w:rsid w:val="00836ADE"/>
    <w:rsid w:val="0086550F"/>
    <w:rsid w:val="00866A2F"/>
    <w:rsid w:val="00873501"/>
    <w:rsid w:val="00874A4A"/>
    <w:rsid w:val="00875FB6"/>
    <w:rsid w:val="00876326"/>
    <w:rsid w:val="00877D39"/>
    <w:rsid w:val="0088552B"/>
    <w:rsid w:val="00891BE3"/>
    <w:rsid w:val="008945D9"/>
    <w:rsid w:val="00895ADA"/>
    <w:rsid w:val="008A1120"/>
    <w:rsid w:val="008C263D"/>
    <w:rsid w:val="008C2BFF"/>
    <w:rsid w:val="008C52E2"/>
    <w:rsid w:val="008D5B7C"/>
    <w:rsid w:val="008F3DD1"/>
    <w:rsid w:val="00901EB5"/>
    <w:rsid w:val="009415CA"/>
    <w:rsid w:val="00952828"/>
    <w:rsid w:val="009576F9"/>
    <w:rsid w:val="009661AE"/>
    <w:rsid w:val="009706FB"/>
    <w:rsid w:val="009726FB"/>
    <w:rsid w:val="00976DEC"/>
    <w:rsid w:val="00983202"/>
    <w:rsid w:val="00992A98"/>
    <w:rsid w:val="009A13D5"/>
    <w:rsid w:val="009A2BD1"/>
    <w:rsid w:val="009A4A34"/>
    <w:rsid w:val="009A4ACC"/>
    <w:rsid w:val="009B4D13"/>
    <w:rsid w:val="009D2B12"/>
    <w:rsid w:val="009D3E79"/>
    <w:rsid w:val="009D71C1"/>
    <w:rsid w:val="009F2CF0"/>
    <w:rsid w:val="00A0160D"/>
    <w:rsid w:val="00A04690"/>
    <w:rsid w:val="00A148F2"/>
    <w:rsid w:val="00A17199"/>
    <w:rsid w:val="00A206FA"/>
    <w:rsid w:val="00A2686F"/>
    <w:rsid w:val="00A40DD3"/>
    <w:rsid w:val="00A52662"/>
    <w:rsid w:val="00A57A5C"/>
    <w:rsid w:val="00A830EB"/>
    <w:rsid w:val="00A8311B"/>
    <w:rsid w:val="00A90679"/>
    <w:rsid w:val="00AA33BE"/>
    <w:rsid w:val="00AB5058"/>
    <w:rsid w:val="00AB6587"/>
    <w:rsid w:val="00AD06C3"/>
    <w:rsid w:val="00AD1EFE"/>
    <w:rsid w:val="00AD51FC"/>
    <w:rsid w:val="00AD7E56"/>
    <w:rsid w:val="00AE0A8B"/>
    <w:rsid w:val="00AF2560"/>
    <w:rsid w:val="00B01F08"/>
    <w:rsid w:val="00B1095D"/>
    <w:rsid w:val="00B159F9"/>
    <w:rsid w:val="00B16E8F"/>
    <w:rsid w:val="00B2442F"/>
    <w:rsid w:val="00B27FDD"/>
    <w:rsid w:val="00B30401"/>
    <w:rsid w:val="00B448FC"/>
    <w:rsid w:val="00B470D8"/>
    <w:rsid w:val="00B51AAC"/>
    <w:rsid w:val="00B658F0"/>
    <w:rsid w:val="00B6637D"/>
    <w:rsid w:val="00B67805"/>
    <w:rsid w:val="00B70B7A"/>
    <w:rsid w:val="00B83B58"/>
    <w:rsid w:val="00B96353"/>
    <w:rsid w:val="00B966E0"/>
    <w:rsid w:val="00BB76D0"/>
    <w:rsid w:val="00BC0160"/>
    <w:rsid w:val="00BC363C"/>
    <w:rsid w:val="00BD52CC"/>
    <w:rsid w:val="00BE5C1C"/>
    <w:rsid w:val="00BF282B"/>
    <w:rsid w:val="00C00DAB"/>
    <w:rsid w:val="00C017E8"/>
    <w:rsid w:val="00C2507C"/>
    <w:rsid w:val="00C25140"/>
    <w:rsid w:val="00C268A0"/>
    <w:rsid w:val="00C34343"/>
    <w:rsid w:val="00C377A0"/>
    <w:rsid w:val="00C57BB1"/>
    <w:rsid w:val="00C62C24"/>
    <w:rsid w:val="00C635B6"/>
    <w:rsid w:val="00C87F17"/>
    <w:rsid w:val="00C927E5"/>
    <w:rsid w:val="00CA3570"/>
    <w:rsid w:val="00CA5CBD"/>
    <w:rsid w:val="00CD3332"/>
    <w:rsid w:val="00CE005B"/>
    <w:rsid w:val="00CE6133"/>
    <w:rsid w:val="00D0318D"/>
    <w:rsid w:val="00D0361A"/>
    <w:rsid w:val="00D1150B"/>
    <w:rsid w:val="00D15F0B"/>
    <w:rsid w:val="00D30ADD"/>
    <w:rsid w:val="00D31AE9"/>
    <w:rsid w:val="00D43A0D"/>
    <w:rsid w:val="00D463A3"/>
    <w:rsid w:val="00D46432"/>
    <w:rsid w:val="00D46867"/>
    <w:rsid w:val="00D47EC2"/>
    <w:rsid w:val="00D526F3"/>
    <w:rsid w:val="00D57724"/>
    <w:rsid w:val="00DA2034"/>
    <w:rsid w:val="00DA2875"/>
    <w:rsid w:val="00DB2210"/>
    <w:rsid w:val="00DB2784"/>
    <w:rsid w:val="00DB4766"/>
    <w:rsid w:val="00DC733E"/>
    <w:rsid w:val="00DE5229"/>
    <w:rsid w:val="00DF0C1F"/>
    <w:rsid w:val="00DF1B40"/>
    <w:rsid w:val="00DF57BE"/>
    <w:rsid w:val="00DF7499"/>
    <w:rsid w:val="00E06500"/>
    <w:rsid w:val="00E10E75"/>
    <w:rsid w:val="00E30C0A"/>
    <w:rsid w:val="00E413F1"/>
    <w:rsid w:val="00E539C6"/>
    <w:rsid w:val="00E54E8E"/>
    <w:rsid w:val="00E57060"/>
    <w:rsid w:val="00E64D96"/>
    <w:rsid w:val="00E66300"/>
    <w:rsid w:val="00E67CE3"/>
    <w:rsid w:val="00E81ADD"/>
    <w:rsid w:val="00E87616"/>
    <w:rsid w:val="00E90759"/>
    <w:rsid w:val="00E9441F"/>
    <w:rsid w:val="00E97D35"/>
    <w:rsid w:val="00EA5C16"/>
    <w:rsid w:val="00EB56A4"/>
    <w:rsid w:val="00EC0516"/>
    <w:rsid w:val="00EC18EB"/>
    <w:rsid w:val="00EE184E"/>
    <w:rsid w:val="00EE526B"/>
    <w:rsid w:val="00EF000D"/>
    <w:rsid w:val="00EF074C"/>
    <w:rsid w:val="00EF525A"/>
    <w:rsid w:val="00F02994"/>
    <w:rsid w:val="00F1507C"/>
    <w:rsid w:val="00F32A8E"/>
    <w:rsid w:val="00F446F6"/>
    <w:rsid w:val="00F45610"/>
    <w:rsid w:val="00F5032F"/>
    <w:rsid w:val="00F50C6E"/>
    <w:rsid w:val="00F51ADA"/>
    <w:rsid w:val="00F545A3"/>
    <w:rsid w:val="00F65FFB"/>
    <w:rsid w:val="00F75E7F"/>
    <w:rsid w:val="00F83EE2"/>
    <w:rsid w:val="00F92D78"/>
    <w:rsid w:val="00FA7251"/>
    <w:rsid w:val="00FB044D"/>
    <w:rsid w:val="00FB1502"/>
    <w:rsid w:val="00FB5706"/>
    <w:rsid w:val="00FB7887"/>
    <w:rsid w:val="00FC0E28"/>
    <w:rsid w:val="00FC2D80"/>
    <w:rsid w:val="00FC43B3"/>
    <w:rsid w:val="00FC5E27"/>
    <w:rsid w:val="00FF001F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5656"/>
    <w:pPr>
      <w:keepNext/>
      <w:keepLines/>
      <w:spacing w:before="240" w:line="240" w:lineRule="auto"/>
      <w:outlineLvl w:val="0"/>
    </w:pPr>
    <w:rPr>
      <w:rFonts w:ascii="Calibri Light" w:hAnsi="Calibri Light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Akapit z listą BS,CW_Lista,Colorful List Accent 1,List Paragraph,Akapit z listą4,Średnia siatka 1 — akcent 21,sw tekst,L1,Numerowanie,Akapit z listą5,T_SZ_List Paragraph,normalny tekst,Kolorowa lista — akcent 1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6C5656"/>
    <w:rPr>
      <w:rFonts w:ascii="Calibri Light" w:hAnsi="Calibri Light"/>
      <w:b/>
      <w:sz w:val="24"/>
      <w:szCs w:val="32"/>
    </w:rPr>
  </w:style>
  <w:style w:type="paragraph" w:styleId="Tekstprzypisudolnego">
    <w:name w:val="footnote text"/>
    <w:basedOn w:val="Normalny"/>
    <w:link w:val="TekstprzypisudolnegoZnak"/>
    <w:rsid w:val="006C565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656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rsid w:val="006C5656"/>
    <w:rPr>
      <w:vertAlign w:val="superscript"/>
    </w:rPr>
  </w:style>
  <w:style w:type="character" w:styleId="Pogrubienie">
    <w:name w:val="Strong"/>
    <w:basedOn w:val="Domylnaczcionkaakapitu"/>
    <w:qFormat/>
    <w:rsid w:val="006C5656"/>
    <w:rPr>
      <w:b/>
      <w:bCs/>
      <w:bdr w:val="none" w:sz="0" w:space="0" w:color="auto"/>
      <w:shd w:val="clear" w:color="auto" w:fill="FFFFFF" w:themeFill="background1"/>
    </w:rPr>
  </w:style>
  <w:style w:type="paragraph" w:customStyle="1" w:styleId="normaltableau">
    <w:name w:val="normal_tableau"/>
    <w:basedOn w:val="Normalny"/>
    <w:rsid w:val="006C5656"/>
    <w:pPr>
      <w:spacing w:before="120" w:after="120" w:line="240" w:lineRule="auto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L1 Znak,Numerowanie Znak,Akapit z listą5 Znak,T_SZ_List Paragraph Znak"/>
    <w:basedOn w:val="Domylnaczcionkaakapitu"/>
    <w:link w:val="Akapitzlist"/>
    <w:qFormat/>
    <w:rsid w:val="004D6B1B"/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6B1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6B1B"/>
    <w:rPr>
      <w:rFonts w:ascii="Arial" w:hAnsi="Arial"/>
    </w:rPr>
  </w:style>
  <w:style w:type="character" w:styleId="Odwoanieprzypisukocowego">
    <w:name w:val="endnote reference"/>
    <w:basedOn w:val="Domylnaczcionkaakapitu"/>
    <w:rsid w:val="004D6B1B"/>
    <w:rPr>
      <w:vertAlign w:val="superscript"/>
    </w:rPr>
  </w:style>
  <w:style w:type="paragraph" w:customStyle="1" w:styleId="Standard">
    <w:name w:val="Standard"/>
    <w:rsid w:val="007F220D"/>
    <w:pPr>
      <w:widowControl w:val="0"/>
      <w:suppressAutoHyphens/>
      <w:autoSpaceDN w:val="0"/>
      <w:textAlignment w:val="baseline"/>
    </w:pPr>
    <w:rPr>
      <w:rFonts w:ascii="Arial" w:eastAsia="MS Mincho" w:hAnsi="Arial"/>
      <w:kern w:val="3"/>
      <w:sz w:val="24"/>
      <w:szCs w:val="24"/>
    </w:rPr>
  </w:style>
  <w:style w:type="paragraph" w:customStyle="1" w:styleId="Tekstpodstawowy21">
    <w:name w:val="Tekst podstawowy 21"/>
    <w:basedOn w:val="Normalny"/>
    <w:rsid w:val="00E67CE3"/>
    <w:pPr>
      <w:suppressAutoHyphens/>
      <w:spacing w:line="240" w:lineRule="auto"/>
      <w:jc w:val="both"/>
    </w:pPr>
    <w:rPr>
      <w:rFonts w:ascii="Times New Roman" w:hAnsi="Times New Roman" w:cs="Calibri"/>
      <w:b/>
      <w:lang w:eastAsia="ar-SA"/>
    </w:rPr>
  </w:style>
  <w:style w:type="table" w:styleId="Tabela-Siatka">
    <w:name w:val="Table Grid"/>
    <w:basedOn w:val="Standardowy"/>
    <w:rsid w:val="00AF2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683D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83D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83DB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83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83DB2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64059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6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557B7-5194-40E0-9E35-988F7F7C8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FE6C9A9D-6BE2-4704-A5DE-D65ED8A99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C23D74-0280-4EFE-99D5-E0E032071865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5.xml><?xml version="1.0" encoding="utf-8"?>
<ds:datastoreItem xmlns:ds="http://schemas.openxmlformats.org/officeDocument/2006/customXml" ds:itemID="{6D2C3B14-87CE-42B1-BA4B-A8086EE1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34</TotalTime>
  <Pages>3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Klingsporn-Karge</cp:lastModifiedBy>
  <cp:revision>7</cp:revision>
  <cp:lastPrinted>2025-04-01T12:29:00Z</cp:lastPrinted>
  <dcterms:created xsi:type="dcterms:W3CDTF">2025-08-06T05:57:00Z</dcterms:created>
  <dcterms:modified xsi:type="dcterms:W3CDTF">2025-11-25T14:30:00Z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MediaServiceImageTags">
    <vt:lpwstr/>
  </property>
</Properties>
</file>